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3B7DF9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4910" w:rsidRDefault="003B7DF9" w:rsidP="006015A1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EC2112" w:rsidP="006015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EC2112" w:rsidP="004218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6015A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1855"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EC2112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sz w:val="18"/>
                <w:szCs w:val="18"/>
              </w:rPr>
            </w:pPr>
            <w:r w:rsidRPr="006015A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6015A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21855">
              <w:rPr>
                <w:rFonts w:ascii="Arial" w:hAnsi="Arial" w:cs="Arial"/>
                <w:noProof/>
                <w:sz w:val="18"/>
                <w:szCs w:val="18"/>
              </w:rPr>
              <w:t>Friday, 3 July 2020</w: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31DE6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EC2112" w:rsidP="0042185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EC2112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6015A1" w:rsidRDefault="00421855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 angioplasty – diabetic foot wound – post status angioplasty for wound healing. </w:t>
            </w: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6015A1" w:rsidRDefault="00421855" w:rsidP="006015A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5080" t="6985" r="15240" b="0"/>
                      <wp:wrapNone/>
                      <wp:docPr id="56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57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AE6750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34322A" w:rsidRPr="006015A1">
              <w:rPr>
                <w:rFonts w:ascii="Arial" w:hAnsi="Arial"/>
                <w:b/>
                <w:bCs/>
                <w:sz w:val="18"/>
                <w:szCs w:val="20"/>
              </w:rPr>
              <w:t>Left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</w:t>
            </w:r>
            <w:r w:rsidR="00CF5D0F" w:rsidRPr="006015A1">
              <w:rPr>
                <w:rFonts w:ascii="Arial" w:hAnsi="Arial"/>
                <w:b/>
                <w:bCs/>
                <w:sz w:val="18"/>
                <w:szCs w:val="20"/>
              </w:rPr>
              <w:t>Lower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Extremity Arterial Duplex</w:t>
            </w:r>
          </w:p>
        </w:tc>
      </w:tr>
      <w:tr w:rsidR="009A34D2" w:rsidRPr="006015A1" w:rsidTr="006015A1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421855" w:rsidP="006015A1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1000125</wp:posOffset>
                      </wp:positionV>
                      <wp:extent cx="1604645" cy="887095"/>
                      <wp:effectExtent l="57150" t="20955" r="62230" b="53975"/>
                      <wp:wrapNone/>
                      <wp:docPr id="55" name="Freeform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4645" cy="887095"/>
                              </a:xfrm>
                              <a:custGeom>
                                <a:avLst/>
                                <a:gdLst>
                                  <a:gd name="T0" fmla="*/ 0 w 2527"/>
                                  <a:gd name="T1" fmla="*/ 0 h 1397"/>
                                  <a:gd name="T2" fmla="*/ 60 w 2527"/>
                                  <a:gd name="T3" fmla="*/ 3 h 1397"/>
                                  <a:gd name="T4" fmla="*/ 134 w 2527"/>
                                  <a:gd name="T5" fmla="*/ 21 h 1397"/>
                                  <a:gd name="T6" fmla="*/ 374 w 2527"/>
                                  <a:gd name="T7" fmla="*/ 130 h 1397"/>
                                  <a:gd name="T8" fmla="*/ 678 w 2527"/>
                                  <a:gd name="T9" fmla="*/ 278 h 1397"/>
                                  <a:gd name="T10" fmla="*/ 1101 w 2527"/>
                                  <a:gd name="T11" fmla="*/ 483 h 1397"/>
                                  <a:gd name="T12" fmla="*/ 1507 w 2527"/>
                                  <a:gd name="T13" fmla="*/ 698 h 1397"/>
                                  <a:gd name="T14" fmla="*/ 1878 w 2527"/>
                                  <a:gd name="T15" fmla="*/ 900 h 1397"/>
                                  <a:gd name="T16" fmla="*/ 2214 w 2527"/>
                                  <a:gd name="T17" fmla="*/ 1092 h 1397"/>
                                  <a:gd name="T18" fmla="*/ 2260 w 2527"/>
                                  <a:gd name="T19" fmla="*/ 1117 h 1397"/>
                                  <a:gd name="T20" fmla="*/ 2319 w 2527"/>
                                  <a:gd name="T21" fmla="*/ 1169 h 1397"/>
                                  <a:gd name="T22" fmla="*/ 2400 w 2527"/>
                                  <a:gd name="T23" fmla="*/ 1253 h 1397"/>
                                  <a:gd name="T24" fmla="*/ 2527 w 2527"/>
                                  <a:gd name="T25" fmla="*/ 1397 h 1397"/>
                                  <a:gd name="T26" fmla="*/ 2379 w 2527"/>
                                  <a:gd name="T27" fmla="*/ 1270 h 1397"/>
                                  <a:gd name="T28" fmla="*/ 2104 w 2527"/>
                                  <a:gd name="T29" fmla="*/ 1066 h 1397"/>
                                  <a:gd name="T30" fmla="*/ 1507 w 2527"/>
                                  <a:gd name="T31" fmla="*/ 727 h 1397"/>
                                  <a:gd name="T32" fmla="*/ 840 w 2527"/>
                                  <a:gd name="T33" fmla="*/ 377 h 1397"/>
                                  <a:gd name="T34" fmla="*/ 378 w 2527"/>
                                  <a:gd name="T35" fmla="*/ 151 h 1397"/>
                                  <a:gd name="T36" fmla="*/ 78 w 2527"/>
                                  <a:gd name="T37" fmla="*/ 21 h 1397"/>
                                  <a:gd name="T38" fmla="*/ 0 w 2527"/>
                                  <a:gd name="T39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527" h="1397">
                                    <a:moveTo>
                                      <a:pt x="0" y="0"/>
                                    </a:moveTo>
                                    <a:lnTo>
                                      <a:pt x="60" y="3"/>
                                    </a:lnTo>
                                    <a:lnTo>
                                      <a:pt x="134" y="21"/>
                                    </a:lnTo>
                                    <a:lnTo>
                                      <a:pt x="374" y="130"/>
                                    </a:lnTo>
                                    <a:lnTo>
                                      <a:pt x="678" y="278"/>
                                    </a:lnTo>
                                    <a:lnTo>
                                      <a:pt x="1101" y="483"/>
                                    </a:lnTo>
                                    <a:lnTo>
                                      <a:pt x="1507" y="698"/>
                                    </a:lnTo>
                                    <a:lnTo>
                                      <a:pt x="1878" y="900"/>
                                    </a:lnTo>
                                    <a:lnTo>
                                      <a:pt x="2214" y="1092"/>
                                    </a:lnTo>
                                    <a:lnTo>
                                      <a:pt x="2260" y="1117"/>
                                    </a:lnTo>
                                    <a:lnTo>
                                      <a:pt x="2319" y="1169"/>
                                    </a:lnTo>
                                    <a:lnTo>
                                      <a:pt x="2400" y="1253"/>
                                    </a:lnTo>
                                    <a:lnTo>
                                      <a:pt x="2527" y="1397"/>
                                    </a:lnTo>
                                    <a:lnTo>
                                      <a:pt x="2379" y="1270"/>
                                    </a:lnTo>
                                    <a:lnTo>
                                      <a:pt x="2104" y="1066"/>
                                    </a:lnTo>
                                    <a:lnTo>
                                      <a:pt x="1507" y="727"/>
                                    </a:lnTo>
                                    <a:lnTo>
                                      <a:pt x="840" y="377"/>
                                    </a:lnTo>
                                    <a:lnTo>
                                      <a:pt x="378" y="151"/>
                                    </a:lnTo>
                                    <a:lnTo>
                                      <a:pt x="78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332BF" id="Freeform 464" o:spid="_x0000_s1026" style="position:absolute;margin-left:150.3pt;margin-top:78.75pt;width:126.35pt;height:69.8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7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" path="m,l60,3r74,18l374,130,678,278r423,205l1507,698r371,202l2214,1092r46,25l2319,1169r81,84l2527,1397,2379,1270,2104,1066,1507,727,840,377,378,151,78,21,,xe" fillcolor="#333">
                      <v:path arrowok="t" o:connecttype="custom" o:connectlocs="0,0;38100,1905;85090,13335;237490,82550;430530,176530;699135,306705;956945,443230;1192530,571500;1405890,693420;1435100,709295;1472565,742315;1524000,795655;1604645,887095;1510665,806450;1336040,676910;956945,461645;533400,239395;240030,95885;49530,13335;0,0" o:connectangles="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3" behindDoc="0" locked="0" layoutInCell="1" allowOverlap="1">
                      <wp:simplePos x="0" y="0"/>
                      <wp:positionH relativeFrom="column">
                        <wp:posOffset>3484245</wp:posOffset>
                      </wp:positionH>
                      <wp:positionV relativeFrom="paragraph">
                        <wp:posOffset>1719580</wp:posOffset>
                      </wp:positionV>
                      <wp:extent cx="417195" cy="414655"/>
                      <wp:effectExtent l="13335" t="26035" r="55245" b="45085"/>
                      <wp:wrapNone/>
                      <wp:docPr id="54" name="Freeform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414655"/>
                              </a:xfrm>
                              <a:custGeom>
                                <a:avLst/>
                                <a:gdLst>
                                  <a:gd name="T0" fmla="*/ 0 w 657"/>
                                  <a:gd name="T1" fmla="*/ 0 h 653"/>
                                  <a:gd name="T2" fmla="*/ 12 w 657"/>
                                  <a:gd name="T3" fmla="*/ 54 h 653"/>
                                  <a:gd name="T4" fmla="*/ 70 w 657"/>
                                  <a:gd name="T5" fmla="*/ 125 h 653"/>
                                  <a:gd name="T6" fmla="*/ 217 w 657"/>
                                  <a:gd name="T7" fmla="*/ 293 h 653"/>
                                  <a:gd name="T8" fmla="*/ 445 w 657"/>
                                  <a:gd name="T9" fmla="*/ 487 h 653"/>
                                  <a:gd name="T10" fmla="*/ 547 w 657"/>
                                  <a:gd name="T11" fmla="*/ 589 h 653"/>
                                  <a:gd name="T12" fmla="*/ 657 w 657"/>
                                  <a:gd name="T13" fmla="*/ 653 h 653"/>
                                  <a:gd name="T14" fmla="*/ 537 w 657"/>
                                  <a:gd name="T15" fmla="*/ 554 h 653"/>
                                  <a:gd name="T16" fmla="*/ 374 w 657"/>
                                  <a:gd name="T17" fmla="*/ 374 h 653"/>
                                  <a:gd name="T18" fmla="*/ 194 w 657"/>
                                  <a:gd name="T19" fmla="*/ 187 h 653"/>
                                  <a:gd name="T20" fmla="*/ 0 w 657"/>
                                  <a:gd name="T21" fmla="*/ 0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657" h="653">
                                    <a:moveTo>
                                      <a:pt x="0" y="0"/>
                                    </a:moveTo>
                                    <a:lnTo>
                                      <a:pt x="12" y="54"/>
                                    </a:lnTo>
                                    <a:lnTo>
                                      <a:pt x="70" y="125"/>
                                    </a:lnTo>
                                    <a:lnTo>
                                      <a:pt x="217" y="293"/>
                                    </a:lnTo>
                                    <a:lnTo>
                                      <a:pt x="445" y="487"/>
                                    </a:lnTo>
                                    <a:lnTo>
                                      <a:pt x="547" y="589"/>
                                    </a:lnTo>
                                    <a:lnTo>
                                      <a:pt x="657" y="653"/>
                                    </a:lnTo>
                                    <a:lnTo>
                                      <a:pt x="537" y="554"/>
                                    </a:lnTo>
                                    <a:lnTo>
                                      <a:pt x="374" y="374"/>
                                    </a:lnTo>
                                    <a:lnTo>
                                      <a:pt x="194" y="1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8E98B" id="Freeform 465" o:spid="_x0000_s1026" style="position:absolute;margin-left:274.35pt;margin-top:135.4pt;width:32.85pt;height:32.65pt;z-index:251635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" path="m,l12,54r58,71l217,293,445,487,547,589r110,64l537,554,374,374,194,187,,xe" fillcolor="#333">
                      <v:path arrowok="t" o:connecttype="custom" o:connectlocs="0,0;7620,34290;44450,79375;137795,186055;282575,309245;347345,374015;417195,414655;340995,351790;237490,237490;123190,118745;0,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1873250</wp:posOffset>
                      </wp:positionH>
                      <wp:positionV relativeFrom="paragraph">
                        <wp:posOffset>878840</wp:posOffset>
                      </wp:positionV>
                      <wp:extent cx="1656080" cy="887730"/>
                      <wp:effectExtent l="69215" t="42545" r="36830" b="22225"/>
                      <wp:wrapNone/>
                      <wp:docPr id="53" name="Freeform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6080" cy="887730"/>
                              </a:xfrm>
                              <a:custGeom>
                                <a:avLst/>
                                <a:gdLst>
                                  <a:gd name="T0" fmla="*/ 0 w 2608"/>
                                  <a:gd name="T1" fmla="*/ 0 h 1398"/>
                                  <a:gd name="T2" fmla="*/ 112 w 2608"/>
                                  <a:gd name="T3" fmla="*/ 67 h 1398"/>
                                  <a:gd name="T4" fmla="*/ 363 w 2608"/>
                                  <a:gd name="T5" fmla="*/ 173 h 1398"/>
                                  <a:gd name="T6" fmla="*/ 861 w 2608"/>
                                  <a:gd name="T7" fmla="*/ 402 h 1398"/>
                                  <a:gd name="T8" fmla="*/ 1256 w 2608"/>
                                  <a:gd name="T9" fmla="*/ 594 h 1398"/>
                                  <a:gd name="T10" fmla="*/ 1318 w 2608"/>
                                  <a:gd name="T11" fmla="*/ 649 h 1398"/>
                                  <a:gd name="T12" fmla="*/ 1419 w 2608"/>
                                  <a:gd name="T13" fmla="*/ 677 h 1398"/>
                                  <a:gd name="T14" fmla="*/ 1648 w 2608"/>
                                  <a:gd name="T15" fmla="*/ 818 h 1398"/>
                                  <a:gd name="T16" fmla="*/ 1728 w 2608"/>
                                  <a:gd name="T17" fmla="*/ 885 h 1398"/>
                                  <a:gd name="T18" fmla="*/ 1927 w 2608"/>
                                  <a:gd name="T19" fmla="*/ 977 h 1398"/>
                                  <a:gd name="T20" fmla="*/ 2139 w 2608"/>
                                  <a:gd name="T21" fmla="*/ 1112 h 1398"/>
                                  <a:gd name="T22" fmla="*/ 2414 w 2608"/>
                                  <a:gd name="T23" fmla="*/ 1323 h 1398"/>
                                  <a:gd name="T24" fmla="*/ 2608 w 2608"/>
                                  <a:gd name="T25" fmla="*/ 1398 h 1398"/>
                                  <a:gd name="T26" fmla="*/ 2438 w 2608"/>
                                  <a:gd name="T27" fmla="*/ 1249 h 1398"/>
                                  <a:gd name="T28" fmla="*/ 1934 w 2608"/>
                                  <a:gd name="T29" fmla="*/ 939 h 1398"/>
                                  <a:gd name="T30" fmla="*/ 1320 w 2608"/>
                                  <a:gd name="T31" fmla="*/ 600 h 1398"/>
                                  <a:gd name="T32" fmla="*/ 628 w 2608"/>
                                  <a:gd name="T33" fmla="*/ 268 h 1398"/>
                                  <a:gd name="T34" fmla="*/ 0 w 2608"/>
                                  <a:gd name="T35" fmla="*/ 0 h 1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08" h="1398">
                                    <a:moveTo>
                                      <a:pt x="0" y="0"/>
                                    </a:moveTo>
                                    <a:lnTo>
                                      <a:pt x="112" y="67"/>
                                    </a:lnTo>
                                    <a:lnTo>
                                      <a:pt x="363" y="173"/>
                                    </a:lnTo>
                                    <a:lnTo>
                                      <a:pt x="861" y="402"/>
                                    </a:lnTo>
                                    <a:lnTo>
                                      <a:pt x="1256" y="594"/>
                                    </a:lnTo>
                                    <a:lnTo>
                                      <a:pt x="1318" y="649"/>
                                    </a:lnTo>
                                    <a:lnTo>
                                      <a:pt x="1419" y="677"/>
                                    </a:lnTo>
                                    <a:lnTo>
                                      <a:pt x="1648" y="818"/>
                                    </a:lnTo>
                                    <a:lnTo>
                                      <a:pt x="1728" y="885"/>
                                    </a:lnTo>
                                    <a:lnTo>
                                      <a:pt x="1927" y="977"/>
                                    </a:lnTo>
                                    <a:lnTo>
                                      <a:pt x="2139" y="1112"/>
                                    </a:lnTo>
                                    <a:lnTo>
                                      <a:pt x="2414" y="1323"/>
                                    </a:lnTo>
                                    <a:lnTo>
                                      <a:pt x="2608" y="1398"/>
                                    </a:lnTo>
                                    <a:lnTo>
                                      <a:pt x="2438" y="1249"/>
                                    </a:lnTo>
                                    <a:lnTo>
                                      <a:pt x="1934" y="939"/>
                                    </a:lnTo>
                                    <a:lnTo>
                                      <a:pt x="1320" y="600"/>
                                    </a:lnTo>
                                    <a:lnTo>
                                      <a:pt x="628" y="2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57FE8B" id="Freeform 463" o:spid="_x0000_s1026" style="position:absolute;margin-left:147.5pt;margin-top:69.2pt;width:130.4pt;height:69.9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" path="m,l112,67,363,173,861,402r395,192l1318,649r101,28l1648,818r80,67l1927,977r212,135l2414,1323r194,75l2438,1249,1934,939,1320,600,628,268,,xe" fillcolor="#333">
                      <v:path arrowok="t" o:connecttype="custom" o:connectlocs="0,0;71120,42545;230505,109855;546735,255270;797560,377190;836930,412115;901065,429895;1046480,519430;1097280,561975;1223645,620395;1358265,706120;1532890,840105;1656080,887730;1548130,793115;1228090,596265;838200,381000;398780,170180;0,0" o:connectangles="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7625" r="52070" b="52070"/>
                      <wp:wrapNone/>
                      <wp:docPr id="52" name="Freeform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564 w 1500"/>
                                  <a:gd name="T11" fmla="*/ 500 h 3143"/>
                                  <a:gd name="T12" fmla="*/ 607 w 1500"/>
                                  <a:gd name="T13" fmla="*/ 634 h 3143"/>
                                  <a:gd name="T14" fmla="*/ 604 w 1500"/>
                                  <a:gd name="T15" fmla="*/ 672 h 3143"/>
                                  <a:gd name="T16" fmla="*/ 629 w 1500"/>
                                  <a:gd name="T17" fmla="*/ 715 h 3143"/>
                                  <a:gd name="T18" fmla="*/ 623 w 1500"/>
                                  <a:gd name="T19" fmla="*/ 700 h 3143"/>
                                  <a:gd name="T20" fmla="*/ 654 w 1500"/>
                                  <a:gd name="T21" fmla="*/ 765 h 3143"/>
                                  <a:gd name="T22" fmla="*/ 707 w 1500"/>
                                  <a:gd name="T23" fmla="*/ 881 h 3143"/>
                                  <a:gd name="T24" fmla="*/ 831 w 1500"/>
                                  <a:gd name="T25" fmla="*/ 1445 h 3143"/>
                                  <a:gd name="T26" fmla="*/ 965 w 1500"/>
                                  <a:gd name="T27" fmla="*/ 1966 h 3143"/>
                                  <a:gd name="T28" fmla="*/ 1062 w 1500"/>
                                  <a:gd name="T29" fmla="*/ 2400 h 3143"/>
                                  <a:gd name="T30" fmla="*/ 1135 w 1500"/>
                                  <a:gd name="T31" fmla="*/ 2631 h 3143"/>
                                  <a:gd name="T32" fmla="*/ 1172 w 1500"/>
                                  <a:gd name="T33" fmla="*/ 2732 h 3143"/>
                                  <a:gd name="T34" fmla="*/ 1228 w 1500"/>
                                  <a:gd name="T35" fmla="*/ 2820 h 3143"/>
                                  <a:gd name="T36" fmla="*/ 1357 w 1500"/>
                                  <a:gd name="T37" fmla="*/ 3014 h 3143"/>
                                  <a:gd name="T38" fmla="*/ 1500 w 1500"/>
                                  <a:gd name="T39" fmla="*/ 3143 h 3143"/>
                                  <a:gd name="T40" fmla="*/ 1302 w 1500"/>
                                  <a:gd name="T41" fmla="*/ 2903 h 3143"/>
                                  <a:gd name="T42" fmla="*/ 1168 w 1500"/>
                                  <a:gd name="T43" fmla="*/ 2658 h 3143"/>
                                  <a:gd name="T44" fmla="*/ 1071 w 1500"/>
                                  <a:gd name="T45" fmla="*/ 2349 h 3143"/>
                                  <a:gd name="T46" fmla="*/ 891 w 1500"/>
                                  <a:gd name="T47" fmla="*/ 1602 h 3143"/>
                                  <a:gd name="T48" fmla="*/ 720 w 1500"/>
                                  <a:gd name="T49" fmla="*/ 923 h 3143"/>
                                  <a:gd name="T50" fmla="*/ 605 w 1500"/>
                                  <a:gd name="T51" fmla="*/ 600 h 3143"/>
                                  <a:gd name="T52" fmla="*/ 576 w 1500"/>
                                  <a:gd name="T53" fmla="*/ 494 h 3143"/>
                                  <a:gd name="T54" fmla="*/ 494 w 1500"/>
                                  <a:gd name="T55" fmla="*/ 397 h 3143"/>
                                  <a:gd name="T56" fmla="*/ 337 w 1500"/>
                                  <a:gd name="T57" fmla="*/ 222 h 3143"/>
                                  <a:gd name="T58" fmla="*/ 143 w 1500"/>
                                  <a:gd name="T59" fmla="*/ 83 h 3143"/>
                                  <a:gd name="T60" fmla="*/ 0 w 1500"/>
                                  <a:gd name="T61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564" y="500"/>
                                    </a:lnTo>
                                    <a:lnTo>
                                      <a:pt x="607" y="634"/>
                                    </a:lnTo>
                                    <a:lnTo>
                                      <a:pt x="604" y="672"/>
                                    </a:lnTo>
                                    <a:lnTo>
                                      <a:pt x="629" y="715"/>
                                    </a:lnTo>
                                    <a:lnTo>
                                      <a:pt x="623" y="700"/>
                                    </a:lnTo>
                                    <a:lnTo>
                                      <a:pt x="654" y="765"/>
                                    </a:lnTo>
                                    <a:lnTo>
                                      <a:pt x="707" y="881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576" y="494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F9C1C" id="Freeform 471" o:spid="_x0000_s1026" style="position:absolute;margin-left:307.45pt;margin-top:167.85pt;width:75pt;height:157.15pt;z-index:251629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" path="m,l92,74,259,185,411,328r97,115l564,500r43,134l604,672r25,43l623,700r31,65l707,881r124,564l965,1966r97,434l1135,2631r37,101l1228,2820r129,194l1500,3143,1302,2903,1168,2658r-97,-309l891,1602,720,923,605,600,576,494,494,397,337,222,143,83,,xe" fillcolor="#333">
                      <v:path arrowok="t" o:connecttype="custom" o:connectlocs="0,0;58420,46990;164465,117475;260985,208280;322580,281305;358140,317500;385445,402590;383540,426720;399415,454025;395605,444500;415290,485775;448945,559435;527685,917575;612775,1248410;674370,1524000;720725,1670685;744220,1734820;779780,1790700;861695,1913890;952500,1995805;826770,1843405;741680,1687830;680085,1491615;565785,1017270;457200,586105;384175,381000;365760,313690;313690,252095;213995,140970;90805,52705;0,0" o:connectangles="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7940" r="60960" b="13335"/>
                      <wp:wrapNone/>
                      <wp:docPr id="51" name="Freeform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F926D" id="Freeform 472" o:spid="_x0000_s1026" style="position:absolute;margin-left:304pt;margin-top:171.55pt;width:74.75pt;height:155.75pt;z-index:2516280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0160" r="27940" b="43180"/>
                      <wp:wrapNone/>
                      <wp:docPr id="50" name="Freeform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76518" id="Freeform 470" o:spid="_x0000_s1026" style="position:absolute;margin-left:303.05pt;margin-top:173.15pt;width:59.55pt;height:146.55pt;z-index:2516300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2550" r="15240" b="26670"/>
                      <wp:wrapNone/>
                      <wp:docPr id="49" name="Freeform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7C246" id="Freeform 469" o:spid="_x0000_s1026" style="position:absolute;margin-left:306.05pt;margin-top:188.6pt;width:53.8pt;height:133.15pt;z-index:251631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1750" r="9525" b="13335"/>
                      <wp:wrapNone/>
                      <wp:docPr id="48" name="Freeform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9CE1118" id="Freeform 468" o:spid="_x0000_s1026" style="position:absolute;z-index:251632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4295" r="45720" b="13335"/>
                      <wp:wrapNone/>
                      <wp:docPr id="47" name="Freeform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2E028" id="Freeform 467" o:spid="_x0000_s1026" style="position:absolute;margin-left:301.9pt;margin-top:187.95pt;width:50.3pt;height:148.35pt;z-index:251633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8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1802130</wp:posOffset>
                      </wp:positionV>
                      <wp:extent cx="432435" cy="622935"/>
                      <wp:effectExtent l="48895" t="41910" r="13970" b="49530"/>
                      <wp:wrapNone/>
                      <wp:docPr id="46" name="Freeform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622935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0 h 981"/>
                                  <a:gd name="T2" fmla="*/ 92 w 681"/>
                                  <a:gd name="T3" fmla="*/ 53 h 981"/>
                                  <a:gd name="T4" fmla="*/ 212 w 681"/>
                                  <a:gd name="T5" fmla="*/ 155 h 981"/>
                                  <a:gd name="T6" fmla="*/ 409 w 681"/>
                                  <a:gd name="T7" fmla="*/ 360 h 981"/>
                                  <a:gd name="T8" fmla="*/ 529 w 681"/>
                                  <a:gd name="T9" fmla="*/ 494 h 981"/>
                                  <a:gd name="T10" fmla="*/ 600 w 681"/>
                                  <a:gd name="T11" fmla="*/ 607 h 981"/>
                                  <a:gd name="T12" fmla="*/ 646 w 681"/>
                                  <a:gd name="T13" fmla="*/ 706 h 981"/>
                                  <a:gd name="T14" fmla="*/ 681 w 681"/>
                                  <a:gd name="T15" fmla="*/ 851 h 981"/>
                                  <a:gd name="T16" fmla="*/ 670 w 681"/>
                                  <a:gd name="T17" fmla="*/ 981 h 981"/>
                                  <a:gd name="T18" fmla="*/ 642 w 681"/>
                                  <a:gd name="T19" fmla="*/ 801 h 981"/>
                                  <a:gd name="T20" fmla="*/ 589 w 681"/>
                                  <a:gd name="T21" fmla="*/ 632 h 981"/>
                                  <a:gd name="T22" fmla="*/ 409 w 681"/>
                                  <a:gd name="T23" fmla="*/ 395 h 981"/>
                                  <a:gd name="T24" fmla="*/ 144 w 681"/>
                                  <a:gd name="T25" fmla="*/ 124 h 981"/>
                                  <a:gd name="T26" fmla="*/ 0 w 681"/>
                                  <a:gd name="T27" fmla="*/ 0 h 9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81" h="981">
                                    <a:moveTo>
                                      <a:pt x="0" y="0"/>
                                    </a:moveTo>
                                    <a:lnTo>
                                      <a:pt x="92" y="53"/>
                                    </a:lnTo>
                                    <a:lnTo>
                                      <a:pt x="212" y="155"/>
                                    </a:lnTo>
                                    <a:lnTo>
                                      <a:pt x="409" y="360"/>
                                    </a:lnTo>
                                    <a:lnTo>
                                      <a:pt x="529" y="494"/>
                                    </a:lnTo>
                                    <a:lnTo>
                                      <a:pt x="600" y="607"/>
                                    </a:lnTo>
                                    <a:lnTo>
                                      <a:pt x="646" y="706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70" y="981"/>
                                    </a:lnTo>
                                    <a:lnTo>
                                      <a:pt x="642" y="801"/>
                                    </a:lnTo>
                                    <a:lnTo>
                                      <a:pt x="589" y="632"/>
                                    </a:lnTo>
                                    <a:lnTo>
                                      <a:pt x="409" y="395"/>
                                    </a:lnTo>
                                    <a:lnTo>
                                      <a:pt x="144" y="1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C1C5C" id="Freeform 466" o:spid="_x0000_s1026" style="position:absolute;margin-left:268.9pt;margin-top:141.9pt;width:34.05pt;height:49.05pt;z-index:251634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" path="m,l92,53,212,155,409,360,529,494r71,113l646,706r35,145l670,981,642,801,589,632,409,395,144,124,,xe" fillcolor="#333">
                      <v:path arrowok="t" o:connecttype="custom" o:connectlocs="0,0;58420,33655;134620,98425;259715,228600;335915,313690;381000,385445;410210,448310;432435,540385;425450,622935;407670,508635;374015,401320;259715,250825;91440,78740;0,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729615</wp:posOffset>
                      </wp:positionV>
                      <wp:extent cx="929640" cy="370205"/>
                      <wp:effectExtent l="13970" t="17145" r="66040" b="60325"/>
                      <wp:wrapNone/>
                      <wp:docPr id="45" name="Freeform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9640" cy="370205"/>
                              </a:xfrm>
                              <a:custGeom>
                                <a:avLst/>
                                <a:gdLst>
                                  <a:gd name="T0" fmla="*/ 0 w 1464"/>
                                  <a:gd name="T1" fmla="*/ 19 h 583"/>
                                  <a:gd name="T2" fmla="*/ 69 w 1464"/>
                                  <a:gd name="T3" fmla="*/ 0 h 583"/>
                                  <a:gd name="T4" fmla="*/ 283 w 1464"/>
                                  <a:gd name="T5" fmla="*/ 34 h 583"/>
                                  <a:gd name="T6" fmla="*/ 460 w 1464"/>
                                  <a:gd name="T7" fmla="*/ 82 h 583"/>
                                  <a:gd name="T8" fmla="*/ 660 w 1464"/>
                                  <a:gd name="T9" fmla="*/ 139 h 583"/>
                                  <a:gd name="T10" fmla="*/ 890 w 1464"/>
                                  <a:gd name="T11" fmla="*/ 209 h 583"/>
                                  <a:gd name="T12" fmla="*/ 1075 w 1464"/>
                                  <a:gd name="T13" fmla="*/ 271 h 583"/>
                                  <a:gd name="T14" fmla="*/ 1197 w 1464"/>
                                  <a:gd name="T15" fmla="*/ 341 h 583"/>
                                  <a:gd name="T16" fmla="*/ 1300 w 1464"/>
                                  <a:gd name="T17" fmla="*/ 413 h 583"/>
                                  <a:gd name="T18" fmla="*/ 1464 w 1464"/>
                                  <a:gd name="T19" fmla="*/ 583 h 583"/>
                                  <a:gd name="T20" fmla="*/ 1264 w 1464"/>
                                  <a:gd name="T21" fmla="*/ 420 h 583"/>
                                  <a:gd name="T22" fmla="*/ 1123 w 1464"/>
                                  <a:gd name="T23" fmla="*/ 324 h 583"/>
                                  <a:gd name="T24" fmla="*/ 854 w 1464"/>
                                  <a:gd name="T25" fmla="*/ 223 h 583"/>
                                  <a:gd name="T26" fmla="*/ 446 w 1464"/>
                                  <a:gd name="T27" fmla="*/ 106 h 583"/>
                                  <a:gd name="T28" fmla="*/ 146 w 1464"/>
                                  <a:gd name="T29" fmla="*/ 34 h 583"/>
                                  <a:gd name="T30" fmla="*/ 40 w 1464"/>
                                  <a:gd name="T31" fmla="*/ 12 h 583"/>
                                  <a:gd name="T32" fmla="*/ 0 w 1464"/>
                                  <a:gd name="T33" fmla="*/ 19 h 5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464" h="583">
                                    <a:moveTo>
                                      <a:pt x="0" y="19"/>
                                    </a:moveTo>
                                    <a:lnTo>
                                      <a:pt x="69" y="0"/>
                                    </a:lnTo>
                                    <a:lnTo>
                                      <a:pt x="283" y="34"/>
                                    </a:lnTo>
                                    <a:lnTo>
                                      <a:pt x="460" y="82"/>
                                    </a:lnTo>
                                    <a:lnTo>
                                      <a:pt x="660" y="139"/>
                                    </a:lnTo>
                                    <a:lnTo>
                                      <a:pt x="890" y="209"/>
                                    </a:lnTo>
                                    <a:lnTo>
                                      <a:pt x="1075" y="271"/>
                                    </a:lnTo>
                                    <a:lnTo>
                                      <a:pt x="1197" y="341"/>
                                    </a:lnTo>
                                    <a:lnTo>
                                      <a:pt x="1300" y="413"/>
                                    </a:lnTo>
                                    <a:lnTo>
                                      <a:pt x="1464" y="583"/>
                                    </a:lnTo>
                                    <a:lnTo>
                                      <a:pt x="1264" y="420"/>
                                    </a:lnTo>
                                    <a:lnTo>
                                      <a:pt x="1123" y="324"/>
                                    </a:lnTo>
                                    <a:lnTo>
                                      <a:pt x="854" y="223"/>
                                    </a:lnTo>
                                    <a:lnTo>
                                      <a:pt x="446" y="106"/>
                                    </a:lnTo>
                                    <a:lnTo>
                                      <a:pt x="146" y="3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0" y="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F8DDC" id="Freeform 462" o:spid="_x0000_s1026" style="position:absolute;margin-left:73.4pt;margin-top:57.45pt;width:73.2pt;height:29.1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4,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" path="m,19l69,,283,34,460,82r200,57l890,209r185,62l1197,341r103,72l1464,583,1264,420,1123,324,854,223,446,106,146,34,40,12,,19xe" fillcolor="#333">
                      <v:path arrowok="t" o:connecttype="custom" o:connectlocs="0,12065;43815,0;179705,21590;292100,52070;419100,88265;565150,132715;682625,172085;760095,216535;825500,262255;929640,370205;802640,266700;713105,205740;542290,141605;283210,67310;92710,21590;25400,7620;0,12065" o:connectangles="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606425</wp:posOffset>
                      </wp:positionV>
                      <wp:extent cx="882650" cy="292100"/>
                      <wp:effectExtent l="39370" t="27305" r="11430" b="71120"/>
                      <wp:wrapNone/>
                      <wp:docPr id="44" name="Freeform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292100"/>
                              </a:xfrm>
                              <a:custGeom>
                                <a:avLst/>
                                <a:gdLst>
                                  <a:gd name="T0" fmla="*/ 0 w 1390"/>
                                  <a:gd name="T1" fmla="*/ 0 h 460"/>
                                  <a:gd name="T2" fmla="*/ 65 w 1390"/>
                                  <a:gd name="T3" fmla="*/ 43 h 460"/>
                                  <a:gd name="T4" fmla="*/ 156 w 1390"/>
                                  <a:gd name="T5" fmla="*/ 74 h 460"/>
                                  <a:gd name="T6" fmla="*/ 396 w 1390"/>
                                  <a:gd name="T7" fmla="*/ 136 h 460"/>
                                  <a:gd name="T8" fmla="*/ 658 w 1390"/>
                                  <a:gd name="T9" fmla="*/ 218 h 460"/>
                                  <a:gd name="T10" fmla="*/ 1222 w 1390"/>
                                  <a:gd name="T11" fmla="*/ 400 h 460"/>
                                  <a:gd name="T12" fmla="*/ 1390 w 1390"/>
                                  <a:gd name="T13" fmla="*/ 460 h 460"/>
                                  <a:gd name="T14" fmla="*/ 1145 w 1390"/>
                                  <a:gd name="T15" fmla="*/ 357 h 460"/>
                                  <a:gd name="T16" fmla="*/ 840 w 1390"/>
                                  <a:gd name="T17" fmla="*/ 249 h 460"/>
                                  <a:gd name="T18" fmla="*/ 514 w 1390"/>
                                  <a:gd name="T19" fmla="*/ 151 h 460"/>
                                  <a:gd name="T20" fmla="*/ 195 w 1390"/>
                                  <a:gd name="T21" fmla="*/ 60 h 460"/>
                                  <a:gd name="T22" fmla="*/ 0 w 1390"/>
                                  <a:gd name="T23" fmla="*/ 0 h 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90" h="460">
                                    <a:moveTo>
                                      <a:pt x="0" y="0"/>
                                    </a:moveTo>
                                    <a:lnTo>
                                      <a:pt x="65" y="43"/>
                                    </a:lnTo>
                                    <a:lnTo>
                                      <a:pt x="156" y="74"/>
                                    </a:lnTo>
                                    <a:lnTo>
                                      <a:pt x="396" y="136"/>
                                    </a:lnTo>
                                    <a:lnTo>
                                      <a:pt x="658" y="218"/>
                                    </a:lnTo>
                                    <a:lnTo>
                                      <a:pt x="1222" y="400"/>
                                    </a:lnTo>
                                    <a:lnTo>
                                      <a:pt x="1390" y="460"/>
                                    </a:lnTo>
                                    <a:lnTo>
                                      <a:pt x="1145" y="357"/>
                                    </a:lnTo>
                                    <a:lnTo>
                                      <a:pt x="840" y="249"/>
                                    </a:lnTo>
                                    <a:lnTo>
                                      <a:pt x="514" y="151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05BD5" id="Freeform 461" o:spid="_x0000_s1026" style="position:absolute;margin-left:81.4pt;margin-top:47.75pt;width:69.5pt;height:23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" path="m,l65,43r91,31l396,136r262,82l1222,400r168,60l1145,357,840,249,514,151,195,60,,xe" fillcolor="#333">
                      <v:path arrowok="t" o:connecttype="custom" o:connectlocs="0,0;41275,27305;99060,46990;251460,86360;417830,138430;775970,254000;882650,292100;727075,226695;533400,158115;326390,95885;123825,38100;0,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555625</wp:posOffset>
                      </wp:positionV>
                      <wp:extent cx="352425" cy="254635"/>
                      <wp:effectExtent l="35560" t="5080" r="21590" b="35560"/>
                      <wp:wrapNone/>
                      <wp:docPr id="43" name="Freeform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2425" cy="254635"/>
                              </a:xfrm>
                              <a:custGeom>
                                <a:avLst/>
                                <a:gdLst>
                                  <a:gd name="T0" fmla="*/ 0 w 555"/>
                                  <a:gd name="T1" fmla="*/ 17 h 401"/>
                                  <a:gd name="T2" fmla="*/ 51 w 555"/>
                                  <a:gd name="T3" fmla="*/ 0 h 401"/>
                                  <a:gd name="T4" fmla="*/ 104 w 555"/>
                                  <a:gd name="T5" fmla="*/ 0 h 401"/>
                                  <a:gd name="T6" fmla="*/ 202 w 555"/>
                                  <a:gd name="T7" fmla="*/ 34 h 401"/>
                                  <a:gd name="T8" fmla="*/ 279 w 555"/>
                                  <a:gd name="T9" fmla="*/ 82 h 401"/>
                                  <a:gd name="T10" fmla="*/ 401 w 555"/>
                                  <a:gd name="T11" fmla="*/ 173 h 401"/>
                                  <a:gd name="T12" fmla="*/ 531 w 555"/>
                                  <a:gd name="T13" fmla="*/ 322 h 401"/>
                                  <a:gd name="T14" fmla="*/ 555 w 555"/>
                                  <a:gd name="T15" fmla="*/ 401 h 401"/>
                                  <a:gd name="T16" fmla="*/ 449 w 555"/>
                                  <a:gd name="T17" fmla="*/ 257 h 401"/>
                                  <a:gd name="T18" fmla="*/ 315 w 555"/>
                                  <a:gd name="T19" fmla="*/ 137 h 401"/>
                                  <a:gd name="T20" fmla="*/ 166 w 555"/>
                                  <a:gd name="T21" fmla="*/ 46 h 401"/>
                                  <a:gd name="T22" fmla="*/ 63 w 555"/>
                                  <a:gd name="T23" fmla="*/ 17 h 401"/>
                                  <a:gd name="T24" fmla="*/ 0 w 555"/>
                                  <a:gd name="T25" fmla="*/ 17 h 4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55" h="401">
                                    <a:moveTo>
                                      <a:pt x="0" y="17"/>
                                    </a:moveTo>
                                    <a:lnTo>
                                      <a:pt x="51" y="0"/>
                                    </a:lnTo>
                                    <a:lnTo>
                                      <a:pt x="104" y="0"/>
                                    </a:lnTo>
                                    <a:lnTo>
                                      <a:pt x="202" y="34"/>
                                    </a:lnTo>
                                    <a:lnTo>
                                      <a:pt x="279" y="82"/>
                                    </a:lnTo>
                                    <a:lnTo>
                                      <a:pt x="401" y="173"/>
                                    </a:lnTo>
                                    <a:lnTo>
                                      <a:pt x="531" y="322"/>
                                    </a:lnTo>
                                    <a:lnTo>
                                      <a:pt x="555" y="401"/>
                                    </a:lnTo>
                                    <a:lnTo>
                                      <a:pt x="449" y="257"/>
                                    </a:lnTo>
                                    <a:lnTo>
                                      <a:pt x="315" y="137"/>
                                    </a:lnTo>
                                    <a:lnTo>
                                      <a:pt x="166" y="46"/>
                                    </a:lnTo>
                                    <a:lnTo>
                                      <a:pt x="63" y="17"/>
                                    </a:lnTo>
                                    <a:lnTo>
                                      <a:pt x="0" y="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60422" id="Freeform 460" o:spid="_x0000_s1026" style="position:absolute;margin-left:40.6pt;margin-top:43.75pt;width:27.75pt;height:20.05pt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" path="m,17l51,r53,l202,34r77,48l401,173,531,322r24,79l449,257,315,137,166,46,63,17,,17xe" fillcolor="#333">
                      <v:path arrowok="t" o:connecttype="custom" o:connectlocs="0,10795;32385,0;66040,0;128270,21590;177165,52070;254635,109855;337185,204470;352425,254635;285115,163195;200025,86995;105410,29210;40005,10795;0,1079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208280</wp:posOffset>
                      </wp:positionV>
                      <wp:extent cx="594360" cy="422275"/>
                      <wp:effectExtent l="31115" t="48260" r="60325" b="15240"/>
                      <wp:wrapNone/>
                      <wp:docPr id="42" name="Freeform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4222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0 h 665"/>
                                  <a:gd name="T2" fmla="*/ 39 w 936"/>
                                  <a:gd name="T3" fmla="*/ 125 h 665"/>
                                  <a:gd name="T4" fmla="*/ 79 w 936"/>
                                  <a:gd name="T5" fmla="*/ 192 h 665"/>
                                  <a:gd name="T6" fmla="*/ 123 w 936"/>
                                  <a:gd name="T7" fmla="*/ 259 h 665"/>
                                  <a:gd name="T8" fmla="*/ 235 w 936"/>
                                  <a:gd name="T9" fmla="*/ 375 h 665"/>
                                  <a:gd name="T10" fmla="*/ 444 w 936"/>
                                  <a:gd name="T11" fmla="*/ 511 h 665"/>
                                  <a:gd name="T12" fmla="*/ 603 w 936"/>
                                  <a:gd name="T13" fmla="*/ 586 h 665"/>
                                  <a:gd name="T14" fmla="*/ 790 w 936"/>
                                  <a:gd name="T15" fmla="*/ 648 h 665"/>
                                  <a:gd name="T16" fmla="*/ 936 w 936"/>
                                  <a:gd name="T17" fmla="*/ 665 h 665"/>
                                  <a:gd name="T18" fmla="*/ 696 w 936"/>
                                  <a:gd name="T19" fmla="*/ 588 h 665"/>
                                  <a:gd name="T20" fmla="*/ 449 w 936"/>
                                  <a:gd name="T21" fmla="*/ 480 h 665"/>
                                  <a:gd name="T22" fmla="*/ 279 w 936"/>
                                  <a:gd name="T23" fmla="*/ 367 h 665"/>
                                  <a:gd name="T24" fmla="*/ 111 w 936"/>
                                  <a:gd name="T25" fmla="*/ 199 h 665"/>
                                  <a:gd name="T26" fmla="*/ 0 w 936"/>
                                  <a:gd name="T27" fmla="*/ 0 h 6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36" h="665">
                                    <a:moveTo>
                                      <a:pt x="0" y="0"/>
                                    </a:moveTo>
                                    <a:lnTo>
                                      <a:pt x="39" y="125"/>
                                    </a:lnTo>
                                    <a:lnTo>
                                      <a:pt x="79" y="192"/>
                                    </a:lnTo>
                                    <a:lnTo>
                                      <a:pt x="123" y="259"/>
                                    </a:lnTo>
                                    <a:lnTo>
                                      <a:pt x="235" y="375"/>
                                    </a:lnTo>
                                    <a:lnTo>
                                      <a:pt x="444" y="511"/>
                                    </a:lnTo>
                                    <a:lnTo>
                                      <a:pt x="603" y="586"/>
                                    </a:lnTo>
                                    <a:lnTo>
                                      <a:pt x="790" y="648"/>
                                    </a:lnTo>
                                    <a:lnTo>
                                      <a:pt x="936" y="665"/>
                                    </a:lnTo>
                                    <a:lnTo>
                                      <a:pt x="696" y="588"/>
                                    </a:lnTo>
                                    <a:lnTo>
                                      <a:pt x="449" y="480"/>
                                    </a:lnTo>
                                    <a:lnTo>
                                      <a:pt x="279" y="367"/>
                                    </a:lnTo>
                                    <a:lnTo>
                                      <a:pt x="111" y="1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2DD10" id="Freeform 459" o:spid="_x0000_s1026" style="position:absolute;margin-left:40.25pt;margin-top:16.4pt;width:46.8pt;height:33.2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" path="m,l39,125r40,67l123,259,235,375,444,511r159,75l790,648r146,17l696,588,449,480,279,367,111,199,,xe" fillcolor="#333">
                      <v:path arrowok="t" o:connecttype="custom" o:connectlocs="0,0;24765,79375;50165,121920;78105,164465;149225,238125;281940,324485;382905,372110;501650,411480;594360,422275;441960,373380;285115,304800;177165,233045;70485,126365;0,0" o:connectangles="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4545965</wp:posOffset>
                      </wp:positionH>
                      <wp:positionV relativeFrom="paragraph">
                        <wp:posOffset>2529840</wp:posOffset>
                      </wp:positionV>
                      <wp:extent cx="598805" cy="167005"/>
                      <wp:effectExtent l="8255" t="7620" r="2540" b="6350"/>
                      <wp:wrapNone/>
                      <wp:docPr id="41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8805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T171/72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4" o:spid="_x0000_s1026" type="#_x0000_t202" style="position:absolute;left:0;text-align:left;margin-left:357.95pt;margin-top:199.2pt;width:47.15pt;height:13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T171/72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2601595</wp:posOffset>
                      </wp:positionV>
                      <wp:extent cx="219075" cy="0"/>
                      <wp:effectExtent l="12065" t="12700" r="6985" b="6350"/>
                      <wp:wrapNone/>
                      <wp:docPr id="40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4BBFCE" id="Line 456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25pt,204.85pt" to="357.5pt,2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LHFA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510540" cy="145415"/>
                      <wp:effectExtent l="2540" t="7620" r="1270" b="8890"/>
                      <wp:wrapNone/>
                      <wp:docPr id="39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45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421855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T180/137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27" type="#_x0000_t202" style="position:absolute;left:0;text-align:left;margin-left:289.25pt;margin-top:137.7pt;width:40.2pt;height:11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421855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T180/137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569595" cy="188595"/>
                      <wp:effectExtent l="7620" t="1270" r="3810" b="635"/>
                      <wp:wrapNone/>
                      <wp:docPr id="38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188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T325/142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28" type="#_x0000_t202" style="position:absolute;left:0;text-align:left;margin-left:266.4pt;margin-top:117.7pt;width:44.85pt;height:14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T325/142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3554730</wp:posOffset>
                      </wp:positionV>
                      <wp:extent cx="400050" cy="0"/>
                      <wp:effectExtent l="9525" t="13335" r="9525" b="5715"/>
                      <wp:wrapNone/>
                      <wp:docPr id="37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DBFB91" id="Line 458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d9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5715" t="5080" r="2540" b="4445"/>
                      <wp:wrapNone/>
                      <wp:docPr id="36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6" o:spid="_x0000_s1029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Bnaptq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3268980</wp:posOffset>
                      </wp:positionV>
                      <wp:extent cx="590550" cy="0"/>
                      <wp:effectExtent l="9525" t="13335" r="9525" b="5715"/>
                      <wp:wrapNone/>
                      <wp:docPr id="35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56403B" id="Line 45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lCWFQ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1905" t="5715" r="6350" b="3810"/>
                      <wp:wrapNone/>
                      <wp:docPr id="34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30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PdhHCK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584200</wp:posOffset>
                      </wp:positionV>
                      <wp:extent cx="306070" cy="152400"/>
                      <wp:effectExtent l="1905" t="5080" r="6350" b="4445"/>
                      <wp:wrapNone/>
                      <wp:docPr id="33" name="Text Box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6E3B" w:rsidRPr="004E4B01" w:rsidRDefault="00421855" w:rsidP="00016E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B98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4" o:spid="_x0000_s1031" type="#_x0000_t202" style="position:absolute;left:0;text-align:left;margin-left:-4.8pt;margin-top:46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PCGoA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16E3B" w:rsidRPr="004E4B01" w:rsidRDefault="00421855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B98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2540" t="7620" r="5715" b="1905"/>
                      <wp:wrapNone/>
                      <wp:docPr id="32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421855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32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MO3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421855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2540" t="7620" r="5715" b="1905"/>
                      <wp:wrapNone/>
                      <wp:docPr id="31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421855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3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421855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1905" t="5080" r="6350" b="4445"/>
                      <wp:wrapNone/>
                      <wp:docPr id="30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T132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4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pKy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AMekrK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6350" t="1905" r="1905" b="7620"/>
                      <wp:wrapNone/>
                      <wp:docPr id="29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421855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T125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5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jK0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FIGMrS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421855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7620" t="4445" r="635" b="5080"/>
                      <wp:wrapNone/>
                      <wp:docPr id="28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6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pMB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5715" t="3175" r="2540" b="6350"/>
                      <wp:wrapNone/>
                      <wp:docPr id="27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7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xpaow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5715" t="8890" r="2540" b="635"/>
                      <wp:wrapNone/>
                      <wp:docPr id="26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8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7620" t="5080" r="635" b="4445"/>
                      <wp:wrapNone/>
                      <wp:docPr id="25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9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5715" t="8255" r="2540" b="1270"/>
                      <wp:wrapNone/>
                      <wp:docPr id="24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B115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40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6985" r="8255" b="2540"/>
                      <wp:wrapNone/>
                      <wp:docPr id="23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C04" w:rsidRPr="004E4B01" w:rsidRDefault="00421855" w:rsidP="004B0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1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zEog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0C04" w:rsidRPr="004E4B01" w:rsidRDefault="00421855" w:rsidP="004B0C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6985" r="8255" b="2540"/>
                      <wp:wrapNone/>
                      <wp:docPr id="22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42185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B150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2" type="#_x0000_t202" style="position:absolute;left:0;text-align:left;margin-left:37.05pt;margin-top:3.4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/P/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42185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21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8647F" w:rsidRPr="00C2328A" w:rsidRDefault="00F8647F" w:rsidP="00F8647F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E21820" w:rsidRPr="00F8647F" w:rsidRDefault="00E21820" w:rsidP="00F864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3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aTd0AIAAOg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" filled="f" stroked="f" strokecolor="gray" strokeweight=".25pt">
                      <v:stroke dashstyle="1 1" endcap="round"/>
                      <v:textbox>
                        <w:txbxContent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8647F" w:rsidRPr="00C2328A" w:rsidRDefault="00F8647F" w:rsidP="00F8647F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E21820" w:rsidRPr="00F8647F" w:rsidRDefault="00E21820" w:rsidP="00F8647F"/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3834765</wp:posOffset>
                      </wp:positionV>
                      <wp:extent cx="787400" cy="734060"/>
                      <wp:effectExtent l="8890" t="7620" r="13335" b="10795"/>
                      <wp:wrapNone/>
                      <wp:docPr id="10" name="Group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7400" cy="734060"/>
                                <a:chOff x="1856" y="8849"/>
                                <a:chExt cx="6496" cy="6057"/>
                              </a:xfrm>
                            </wpg:grpSpPr>
                            <wpg:grpSp>
                              <wpg:cNvPr id="16" name="Group 3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56" y="8849"/>
                                  <a:ext cx="6496" cy="6057"/>
                                  <a:chOff x="1844" y="1564"/>
                                  <a:chExt cx="6496" cy="6057"/>
                                </a:xfrm>
                              </wpg:grpSpPr>
                              <wps:wsp>
                                <wps:cNvPr id="17" name="Freeform 3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44" y="2478"/>
                                    <a:ext cx="6496" cy="5143"/>
                                  </a:xfrm>
                                  <a:custGeom>
                                    <a:avLst/>
                                    <a:gdLst>
                                      <a:gd name="T0" fmla="*/ 2326 w 6496"/>
                                      <a:gd name="T1" fmla="*/ 87 h 5143"/>
                                      <a:gd name="T2" fmla="*/ 1681 w 6496"/>
                                      <a:gd name="T3" fmla="*/ 215 h 5143"/>
                                      <a:gd name="T4" fmla="*/ 931 w 6496"/>
                                      <a:gd name="T5" fmla="*/ 162 h 5143"/>
                                      <a:gd name="T6" fmla="*/ 399 w 6496"/>
                                      <a:gd name="T7" fmla="*/ 50 h 5143"/>
                                      <a:gd name="T8" fmla="*/ 166 w 6496"/>
                                      <a:gd name="T9" fmla="*/ 72 h 5143"/>
                                      <a:gd name="T10" fmla="*/ 54 w 6496"/>
                                      <a:gd name="T11" fmla="*/ 132 h 5143"/>
                                      <a:gd name="T12" fmla="*/ 163 w 6496"/>
                                      <a:gd name="T13" fmla="*/ 210 h 5143"/>
                                      <a:gd name="T14" fmla="*/ 16 w 6496"/>
                                      <a:gd name="T15" fmla="*/ 260 h 5143"/>
                                      <a:gd name="T16" fmla="*/ 220 w 6496"/>
                                      <a:gd name="T17" fmla="*/ 291 h 5143"/>
                                      <a:gd name="T18" fmla="*/ 324 w 6496"/>
                                      <a:gd name="T19" fmla="*/ 357 h 5143"/>
                                      <a:gd name="T20" fmla="*/ 946 w 6496"/>
                                      <a:gd name="T21" fmla="*/ 402 h 5143"/>
                                      <a:gd name="T22" fmla="*/ 1621 w 6496"/>
                                      <a:gd name="T23" fmla="*/ 447 h 5143"/>
                                      <a:gd name="T24" fmla="*/ 2461 w 6496"/>
                                      <a:gd name="T25" fmla="*/ 507 h 5143"/>
                                      <a:gd name="T26" fmla="*/ 2664 w 6496"/>
                                      <a:gd name="T27" fmla="*/ 1070 h 5143"/>
                                      <a:gd name="T28" fmla="*/ 2544 w 6496"/>
                                      <a:gd name="T29" fmla="*/ 2037 h 5143"/>
                                      <a:gd name="T30" fmla="*/ 2034 w 6496"/>
                                      <a:gd name="T31" fmla="*/ 3207 h 5143"/>
                                      <a:gd name="T32" fmla="*/ 1165 w 6496"/>
                                      <a:gd name="T33" fmla="*/ 4767 h 5143"/>
                                      <a:gd name="T34" fmla="*/ 1234 w 6496"/>
                                      <a:gd name="T35" fmla="*/ 4818 h 5143"/>
                                      <a:gd name="T36" fmla="*/ 1288 w 6496"/>
                                      <a:gd name="T37" fmla="*/ 4848 h 5143"/>
                                      <a:gd name="T38" fmla="*/ 1345 w 6496"/>
                                      <a:gd name="T39" fmla="*/ 4881 h 5143"/>
                                      <a:gd name="T40" fmla="*/ 1405 w 6496"/>
                                      <a:gd name="T41" fmla="*/ 4926 h 5143"/>
                                      <a:gd name="T42" fmla="*/ 1554 w 6496"/>
                                      <a:gd name="T43" fmla="*/ 4940 h 5143"/>
                                      <a:gd name="T44" fmla="*/ 1629 w 6496"/>
                                      <a:gd name="T45" fmla="*/ 4572 h 5143"/>
                                      <a:gd name="T46" fmla="*/ 2116 w 6496"/>
                                      <a:gd name="T47" fmla="*/ 3732 h 5143"/>
                                      <a:gd name="T48" fmla="*/ 2581 w 6496"/>
                                      <a:gd name="T49" fmla="*/ 3090 h 5143"/>
                                      <a:gd name="T50" fmla="*/ 3226 w 6496"/>
                                      <a:gd name="T51" fmla="*/ 2345 h 5143"/>
                                      <a:gd name="T52" fmla="*/ 3730 w 6496"/>
                                      <a:gd name="T53" fmla="*/ 3141 h 5143"/>
                                      <a:gd name="T54" fmla="*/ 4279 w 6496"/>
                                      <a:gd name="T55" fmla="*/ 4299 h 5143"/>
                                      <a:gd name="T56" fmla="*/ 4738 w 6496"/>
                                      <a:gd name="T57" fmla="*/ 5082 h 5143"/>
                                      <a:gd name="T58" fmla="*/ 4987 w 6496"/>
                                      <a:gd name="T59" fmla="*/ 5022 h 5143"/>
                                      <a:gd name="T60" fmla="*/ 5350 w 6496"/>
                                      <a:gd name="T61" fmla="*/ 4839 h 5143"/>
                                      <a:gd name="T62" fmla="*/ 5377 w 6496"/>
                                      <a:gd name="T63" fmla="*/ 4740 h 5143"/>
                                      <a:gd name="T64" fmla="*/ 5023 w 6496"/>
                                      <a:gd name="T65" fmla="*/ 4767 h 5143"/>
                                      <a:gd name="T66" fmla="*/ 4384 w 6496"/>
                                      <a:gd name="T67" fmla="*/ 3627 h 5143"/>
                                      <a:gd name="T68" fmla="*/ 4156 w 6496"/>
                                      <a:gd name="T69" fmla="*/ 2817 h 5143"/>
                                      <a:gd name="T70" fmla="*/ 3751 w 6496"/>
                                      <a:gd name="T71" fmla="*/ 1446 h 5143"/>
                                      <a:gd name="T72" fmla="*/ 4136 w 6496"/>
                                      <a:gd name="T73" fmla="*/ 482 h 5143"/>
                                      <a:gd name="T74" fmla="*/ 5542 w 6496"/>
                                      <a:gd name="T75" fmla="*/ 423 h 5143"/>
                                      <a:gd name="T76" fmla="*/ 6259 w 6496"/>
                                      <a:gd name="T77" fmla="*/ 384 h 5143"/>
                                      <a:gd name="T78" fmla="*/ 6187 w 6496"/>
                                      <a:gd name="T79" fmla="*/ 303 h 5143"/>
                                      <a:gd name="T80" fmla="*/ 6388 w 6496"/>
                                      <a:gd name="T81" fmla="*/ 225 h 5143"/>
                                      <a:gd name="T82" fmla="*/ 6466 w 6496"/>
                                      <a:gd name="T83" fmla="*/ 183 h 5143"/>
                                      <a:gd name="T84" fmla="*/ 6391 w 6496"/>
                                      <a:gd name="T85" fmla="*/ 108 h 5143"/>
                                      <a:gd name="T86" fmla="*/ 6160 w 6496"/>
                                      <a:gd name="T87" fmla="*/ 66 h 5143"/>
                                      <a:gd name="T88" fmla="*/ 5575 w 6496"/>
                                      <a:gd name="T89" fmla="*/ 174 h 5143"/>
                                      <a:gd name="T90" fmla="*/ 4699 w 6496"/>
                                      <a:gd name="T91" fmla="*/ 171 h 5143"/>
                                      <a:gd name="T92" fmla="*/ 4000 w 6496"/>
                                      <a:gd name="T93" fmla="*/ 60 h 51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6496" h="5143">
                                        <a:moveTo>
                                          <a:pt x="2986" y="12"/>
                                        </a:moveTo>
                                        <a:cubicBezTo>
                                          <a:pt x="2936" y="21"/>
                                          <a:pt x="2796" y="38"/>
                                          <a:pt x="2686" y="50"/>
                                        </a:cubicBezTo>
                                        <a:cubicBezTo>
                                          <a:pt x="2576" y="62"/>
                                          <a:pt x="2418" y="71"/>
                                          <a:pt x="2326" y="87"/>
                                        </a:cubicBezTo>
                                        <a:cubicBezTo>
                                          <a:pt x="2234" y="103"/>
                                          <a:pt x="2191" y="136"/>
                                          <a:pt x="2131" y="147"/>
                                        </a:cubicBezTo>
                                        <a:cubicBezTo>
                                          <a:pt x="2071" y="158"/>
                                          <a:pt x="2041" y="144"/>
                                          <a:pt x="1966" y="155"/>
                                        </a:cubicBezTo>
                                        <a:cubicBezTo>
                                          <a:pt x="1891" y="166"/>
                                          <a:pt x="1752" y="214"/>
                                          <a:pt x="1681" y="215"/>
                                        </a:cubicBezTo>
                                        <a:cubicBezTo>
                                          <a:pt x="1610" y="216"/>
                                          <a:pt x="1613" y="173"/>
                                          <a:pt x="1539" y="162"/>
                                        </a:cubicBezTo>
                                        <a:cubicBezTo>
                                          <a:pt x="1465" y="151"/>
                                          <a:pt x="1340" y="147"/>
                                          <a:pt x="1239" y="147"/>
                                        </a:cubicBezTo>
                                        <a:cubicBezTo>
                                          <a:pt x="1138" y="147"/>
                                          <a:pt x="1031" y="161"/>
                                          <a:pt x="931" y="162"/>
                                        </a:cubicBezTo>
                                        <a:cubicBezTo>
                                          <a:pt x="831" y="163"/>
                                          <a:pt x="703" y="167"/>
                                          <a:pt x="639" y="155"/>
                                        </a:cubicBezTo>
                                        <a:cubicBezTo>
                                          <a:pt x="575" y="143"/>
                                          <a:pt x="589" y="104"/>
                                          <a:pt x="549" y="87"/>
                                        </a:cubicBezTo>
                                        <a:cubicBezTo>
                                          <a:pt x="509" y="70"/>
                                          <a:pt x="439" y="64"/>
                                          <a:pt x="399" y="50"/>
                                        </a:cubicBezTo>
                                        <a:cubicBezTo>
                                          <a:pt x="359" y="36"/>
                                          <a:pt x="354" y="10"/>
                                          <a:pt x="309" y="5"/>
                                        </a:cubicBezTo>
                                        <a:cubicBezTo>
                                          <a:pt x="264" y="0"/>
                                          <a:pt x="153" y="9"/>
                                          <a:pt x="129" y="20"/>
                                        </a:cubicBezTo>
                                        <a:cubicBezTo>
                                          <a:pt x="105" y="31"/>
                                          <a:pt x="138" y="63"/>
                                          <a:pt x="166" y="72"/>
                                        </a:cubicBezTo>
                                        <a:cubicBezTo>
                                          <a:pt x="194" y="81"/>
                                          <a:pt x="289" y="68"/>
                                          <a:pt x="301" y="75"/>
                                        </a:cubicBezTo>
                                        <a:cubicBezTo>
                                          <a:pt x="313" y="82"/>
                                          <a:pt x="282" y="108"/>
                                          <a:pt x="241" y="117"/>
                                        </a:cubicBezTo>
                                        <a:cubicBezTo>
                                          <a:pt x="200" y="126"/>
                                          <a:pt x="94" y="124"/>
                                          <a:pt x="54" y="132"/>
                                        </a:cubicBezTo>
                                        <a:cubicBezTo>
                                          <a:pt x="14" y="140"/>
                                          <a:pt x="2" y="151"/>
                                          <a:pt x="1" y="162"/>
                                        </a:cubicBezTo>
                                        <a:cubicBezTo>
                                          <a:pt x="0" y="173"/>
                                          <a:pt x="19" y="192"/>
                                          <a:pt x="46" y="200"/>
                                        </a:cubicBezTo>
                                        <a:cubicBezTo>
                                          <a:pt x="73" y="208"/>
                                          <a:pt x="130" y="206"/>
                                          <a:pt x="163" y="210"/>
                                        </a:cubicBezTo>
                                        <a:cubicBezTo>
                                          <a:pt x="196" y="214"/>
                                          <a:pt x="265" y="223"/>
                                          <a:pt x="244" y="225"/>
                                        </a:cubicBezTo>
                                        <a:cubicBezTo>
                                          <a:pt x="223" y="227"/>
                                          <a:pt x="77" y="216"/>
                                          <a:pt x="39" y="222"/>
                                        </a:cubicBezTo>
                                        <a:cubicBezTo>
                                          <a:pt x="1" y="228"/>
                                          <a:pt x="13" y="249"/>
                                          <a:pt x="16" y="260"/>
                                        </a:cubicBezTo>
                                        <a:cubicBezTo>
                                          <a:pt x="19" y="271"/>
                                          <a:pt x="38" y="283"/>
                                          <a:pt x="58" y="288"/>
                                        </a:cubicBezTo>
                                        <a:cubicBezTo>
                                          <a:pt x="78" y="293"/>
                                          <a:pt x="112" y="288"/>
                                          <a:pt x="139" y="288"/>
                                        </a:cubicBezTo>
                                        <a:cubicBezTo>
                                          <a:pt x="166" y="288"/>
                                          <a:pt x="221" y="287"/>
                                          <a:pt x="220" y="291"/>
                                        </a:cubicBezTo>
                                        <a:cubicBezTo>
                                          <a:pt x="219" y="295"/>
                                          <a:pt x="147" y="299"/>
                                          <a:pt x="133" y="312"/>
                                        </a:cubicBezTo>
                                        <a:cubicBezTo>
                                          <a:pt x="119" y="325"/>
                                          <a:pt x="101" y="362"/>
                                          <a:pt x="133" y="369"/>
                                        </a:cubicBezTo>
                                        <a:cubicBezTo>
                                          <a:pt x="165" y="376"/>
                                          <a:pt x="262" y="353"/>
                                          <a:pt x="324" y="357"/>
                                        </a:cubicBezTo>
                                        <a:cubicBezTo>
                                          <a:pt x="386" y="361"/>
                                          <a:pt x="448" y="391"/>
                                          <a:pt x="504" y="395"/>
                                        </a:cubicBezTo>
                                        <a:cubicBezTo>
                                          <a:pt x="560" y="399"/>
                                          <a:pt x="587" y="379"/>
                                          <a:pt x="661" y="380"/>
                                        </a:cubicBezTo>
                                        <a:cubicBezTo>
                                          <a:pt x="735" y="381"/>
                                          <a:pt x="862" y="388"/>
                                          <a:pt x="946" y="402"/>
                                        </a:cubicBezTo>
                                        <a:cubicBezTo>
                                          <a:pt x="1030" y="416"/>
                                          <a:pt x="1068" y="451"/>
                                          <a:pt x="1164" y="462"/>
                                        </a:cubicBezTo>
                                        <a:cubicBezTo>
                                          <a:pt x="1260" y="473"/>
                                          <a:pt x="1448" y="472"/>
                                          <a:pt x="1524" y="470"/>
                                        </a:cubicBezTo>
                                        <a:cubicBezTo>
                                          <a:pt x="1600" y="468"/>
                                          <a:pt x="1541" y="452"/>
                                          <a:pt x="1621" y="447"/>
                                        </a:cubicBezTo>
                                        <a:cubicBezTo>
                                          <a:pt x="1701" y="442"/>
                                          <a:pt x="1907" y="433"/>
                                          <a:pt x="2004" y="440"/>
                                        </a:cubicBezTo>
                                        <a:cubicBezTo>
                                          <a:pt x="2101" y="447"/>
                                          <a:pt x="2130" y="481"/>
                                          <a:pt x="2206" y="492"/>
                                        </a:cubicBezTo>
                                        <a:cubicBezTo>
                                          <a:pt x="2282" y="503"/>
                                          <a:pt x="2404" y="477"/>
                                          <a:pt x="2461" y="507"/>
                                        </a:cubicBezTo>
                                        <a:cubicBezTo>
                                          <a:pt x="2518" y="537"/>
                                          <a:pt x="2525" y="621"/>
                                          <a:pt x="2551" y="672"/>
                                        </a:cubicBezTo>
                                        <a:cubicBezTo>
                                          <a:pt x="2577" y="723"/>
                                          <a:pt x="2600" y="749"/>
                                          <a:pt x="2619" y="815"/>
                                        </a:cubicBezTo>
                                        <a:cubicBezTo>
                                          <a:pt x="2638" y="881"/>
                                          <a:pt x="2649" y="993"/>
                                          <a:pt x="2664" y="1070"/>
                                        </a:cubicBezTo>
                                        <a:cubicBezTo>
                                          <a:pt x="2679" y="1147"/>
                                          <a:pt x="2706" y="1192"/>
                                          <a:pt x="2710" y="1281"/>
                                        </a:cubicBezTo>
                                        <a:cubicBezTo>
                                          <a:pt x="2714" y="1370"/>
                                          <a:pt x="2714" y="1476"/>
                                          <a:pt x="2686" y="1602"/>
                                        </a:cubicBezTo>
                                        <a:cubicBezTo>
                                          <a:pt x="2658" y="1728"/>
                                          <a:pt x="2596" y="1914"/>
                                          <a:pt x="2544" y="2037"/>
                                        </a:cubicBezTo>
                                        <a:cubicBezTo>
                                          <a:pt x="2492" y="2160"/>
                                          <a:pt x="2432" y="2198"/>
                                          <a:pt x="2371" y="2337"/>
                                        </a:cubicBezTo>
                                        <a:cubicBezTo>
                                          <a:pt x="2310" y="2476"/>
                                          <a:pt x="2232" y="2725"/>
                                          <a:pt x="2176" y="2870"/>
                                        </a:cubicBezTo>
                                        <a:cubicBezTo>
                                          <a:pt x="2120" y="3015"/>
                                          <a:pt x="2129" y="3048"/>
                                          <a:pt x="2034" y="3207"/>
                                        </a:cubicBezTo>
                                        <a:cubicBezTo>
                                          <a:pt x="1939" y="3366"/>
                                          <a:pt x="1717" y="3580"/>
                                          <a:pt x="1606" y="3822"/>
                                        </a:cubicBezTo>
                                        <a:cubicBezTo>
                                          <a:pt x="1495" y="4064"/>
                                          <a:pt x="1439" y="4505"/>
                                          <a:pt x="1366" y="4662"/>
                                        </a:cubicBezTo>
                                        <a:cubicBezTo>
                                          <a:pt x="1293" y="4819"/>
                                          <a:pt x="1204" y="4736"/>
                                          <a:pt x="1165" y="4767"/>
                                        </a:cubicBezTo>
                                        <a:cubicBezTo>
                                          <a:pt x="1126" y="4798"/>
                                          <a:pt x="1129" y="4830"/>
                                          <a:pt x="1129" y="4845"/>
                                        </a:cubicBezTo>
                                        <a:cubicBezTo>
                                          <a:pt x="1129" y="4860"/>
                                          <a:pt x="1145" y="4864"/>
                                          <a:pt x="1162" y="4860"/>
                                        </a:cubicBezTo>
                                        <a:cubicBezTo>
                                          <a:pt x="1179" y="4856"/>
                                          <a:pt x="1230" y="4815"/>
                                          <a:pt x="1234" y="4818"/>
                                        </a:cubicBezTo>
                                        <a:cubicBezTo>
                                          <a:pt x="1238" y="4821"/>
                                          <a:pt x="1190" y="4866"/>
                                          <a:pt x="1189" y="4878"/>
                                        </a:cubicBezTo>
                                        <a:cubicBezTo>
                                          <a:pt x="1188" y="4890"/>
                                          <a:pt x="1212" y="4898"/>
                                          <a:pt x="1228" y="4893"/>
                                        </a:cubicBezTo>
                                        <a:cubicBezTo>
                                          <a:pt x="1244" y="4888"/>
                                          <a:pt x="1285" y="4844"/>
                                          <a:pt x="1288" y="4848"/>
                                        </a:cubicBezTo>
                                        <a:cubicBezTo>
                                          <a:pt x="1291" y="4852"/>
                                          <a:pt x="1246" y="4902"/>
                                          <a:pt x="1246" y="4914"/>
                                        </a:cubicBezTo>
                                        <a:cubicBezTo>
                                          <a:pt x="1246" y="4926"/>
                                          <a:pt x="1275" y="4925"/>
                                          <a:pt x="1291" y="4920"/>
                                        </a:cubicBezTo>
                                        <a:cubicBezTo>
                                          <a:pt x="1307" y="4915"/>
                                          <a:pt x="1344" y="4877"/>
                                          <a:pt x="1345" y="4881"/>
                                        </a:cubicBezTo>
                                        <a:cubicBezTo>
                                          <a:pt x="1346" y="4885"/>
                                          <a:pt x="1299" y="4932"/>
                                          <a:pt x="1297" y="4944"/>
                                        </a:cubicBezTo>
                                        <a:cubicBezTo>
                                          <a:pt x="1295" y="4956"/>
                                          <a:pt x="1315" y="4959"/>
                                          <a:pt x="1333" y="4956"/>
                                        </a:cubicBezTo>
                                        <a:cubicBezTo>
                                          <a:pt x="1351" y="4953"/>
                                          <a:pt x="1399" y="4923"/>
                                          <a:pt x="1405" y="4926"/>
                                        </a:cubicBezTo>
                                        <a:cubicBezTo>
                                          <a:pt x="1411" y="4929"/>
                                          <a:pt x="1360" y="4956"/>
                                          <a:pt x="1369" y="4974"/>
                                        </a:cubicBezTo>
                                        <a:cubicBezTo>
                                          <a:pt x="1378" y="4992"/>
                                          <a:pt x="1431" y="5040"/>
                                          <a:pt x="1462" y="5034"/>
                                        </a:cubicBezTo>
                                        <a:cubicBezTo>
                                          <a:pt x="1493" y="5028"/>
                                          <a:pt x="1540" y="4966"/>
                                          <a:pt x="1554" y="4940"/>
                                        </a:cubicBezTo>
                                        <a:cubicBezTo>
                                          <a:pt x="1568" y="4914"/>
                                          <a:pt x="1539" y="4907"/>
                                          <a:pt x="1546" y="4880"/>
                                        </a:cubicBezTo>
                                        <a:cubicBezTo>
                                          <a:pt x="1553" y="4853"/>
                                          <a:pt x="1585" y="4826"/>
                                          <a:pt x="1599" y="4775"/>
                                        </a:cubicBezTo>
                                        <a:cubicBezTo>
                                          <a:pt x="1613" y="4724"/>
                                          <a:pt x="1597" y="4651"/>
                                          <a:pt x="1629" y="4572"/>
                                        </a:cubicBezTo>
                                        <a:cubicBezTo>
                                          <a:pt x="1661" y="4493"/>
                                          <a:pt x="1732" y="4393"/>
                                          <a:pt x="1794" y="4302"/>
                                        </a:cubicBezTo>
                                        <a:cubicBezTo>
                                          <a:pt x="1856" y="4211"/>
                                          <a:pt x="1950" y="4120"/>
                                          <a:pt x="2004" y="4025"/>
                                        </a:cubicBezTo>
                                        <a:cubicBezTo>
                                          <a:pt x="2058" y="3930"/>
                                          <a:pt x="2078" y="3810"/>
                                          <a:pt x="2116" y="3732"/>
                                        </a:cubicBezTo>
                                        <a:cubicBezTo>
                                          <a:pt x="2154" y="3654"/>
                                          <a:pt x="2189" y="3607"/>
                                          <a:pt x="2230" y="3555"/>
                                        </a:cubicBezTo>
                                        <a:cubicBezTo>
                                          <a:pt x="2271" y="3503"/>
                                          <a:pt x="2306" y="3494"/>
                                          <a:pt x="2364" y="3417"/>
                                        </a:cubicBezTo>
                                        <a:cubicBezTo>
                                          <a:pt x="2422" y="3340"/>
                                          <a:pt x="2524" y="3176"/>
                                          <a:pt x="2581" y="3090"/>
                                        </a:cubicBezTo>
                                        <a:cubicBezTo>
                                          <a:pt x="2638" y="3004"/>
                                          <a:pt x="2644" y="2977"/>
                                          <a:pt x="2707" y="2898"/>
                                        </a:cubicBezTo>
                                        <a:cubicBezTo>
                                          <a:pt x="2770" y="2819"/>
                                          <a:pt x="2876" y="2708"/>
                                          <a:pt x="2962" y="2616"/>
                                        </a:cubicBezTo>
                                        <a:cubicBezTo>
                                          <a:pt x="3048" y="2524"/>
                                          <a:pt x="3153" y="2333"/>
                                          <a:pt x="3226" y="2345"/>
                                        </a:cubicBezTo>
                                        <a:cubicBezTo>
                                          <a:pt x="3299" y="2357"/>
                                          <a:pt x="3352" y="2597"/>
                                          <a:pt x="3403" y="2688"/>
                                        </a:cubicBezTo>
                                        <a:cubicBezTo>
                                          <a:pt x="3454" y="2779"/>
                                          <a:pt x="3474" y="2816"/>
                                          <a:pt x="3529" y="2892"/>
                                        </a:cubicBezTo>
                                        <a:cubicBezTo>
                                          <a:pt x="3584" y="2968"/>
                                          <a:pt x="3660" y="3026"/>
                                          <a:pt x="3730" y="3141"/>
                                        </a:cubicBezTo>
                                        <a:cubicBezTo>
                                          <a:pt x="3800" y="3256"/>
                                          <a:pt x="3881" y="3416"/>
                                          <a:pt x="3949" y="3579"/>
                                        </a:cubicBezTo>
                                        <a:cubicBezTo>
                                          <a:pt x="4017" y="3742"/>
                                          <a:pt x="4086" y="4002"/>
                                          <a:pt x="4141" y="4122"/>
                                        </a:cubicBezTo>
                                        <a:cubicBezTo>
                                          <a:pt x="4196" y="4242"/>
                                          <a:pt x="4213" y="4212"/>
                                          <a:pt x="4279" y="4299"/>
                                        </a:cubicBezTo>
                                        <a:cubicBezTo>
                                          <a:pt x="4345" y="4386"/>
                                          <a:pt x="4474" y="4559"/>
                                          <a:pt x="4537" y="4647"/>
                                        </a:cubicBezTo>
                                        <a:cubicBezTo>
                                          <a:pt x="4600" y="4735"/>
                                          <a:pt x="4624" y="4754"/>
                                          <a:pt x="4657" y="4827"/>
                                        </a:cubicBezTo>
                                        <a:cubicBezTo>
                                          <a:pt x="4690" y="4900"/>
                                          <a:pt x="4714" y="5030"/>
                                          <a:pt x="4738" y="5082"/>
                                        </a:cubicBezTo>
                                        <a:cubicBezTo>
                                          <a:pt x="4762" y="5134"/>
                                          <a:pt x="4777" y="5135"/>
                                          <a:pt x="4804" y="5139"/>
                                        </a:cubicBezTo>
                                        <a:cubicBezTo>
                                          <a:pt x="4831" y="5143"/>
                                          <a:pt x="4870" y="5125"/>
                                          <a:pt x="4900" y="5106"/>
                                        </a:cubicBezTo>
                                        <a:cubicBezTo>
                                          <a:pt x="4930" y="5087"/>
                                          <a:pt x="4942" y="5043"/>
                                          <a:pt x="4987" y="5022"/>
                                        </a:cubicBezTo>
                                        <a:cubicBezTo>
                                          <a:pt x="5032" y="5001"/>
                                          <a:pt x="5114" y="5003"/>
                                          <a:pt x="5167" y="4980"/>
                                        </a:cubicBezTo>
                                        <a:cubicBezTo>
                                          <a:pt x="5220" y="4957"/>
                                          <a:pt x="5278" y="4908"/>
                                          <a:pt x="5308" y="4884"/>
                                        </a:cubicBezTo>
                                        <a:cubicBezTo>
                                          <a:pt x="5338" y="4860"/>
                                          <a:pt x="5333" y="4852"/>
                                          <a:pt x="5350" y="4839"/>
                                        </a:cubicBezTo>
                                        <a:cubicBezTo>
                                          <a:pt x="5367" y="4826"/>
                                          <a:pt x="5400" y="4822"/>
                                          <a:pt x="5410" y="4809"/>
                                        </a:cubicBezTo>
                                        <a:cubicBezTo>
                                          <a:pt x="5420" y="4796"/>
                                          <a:pt x="5418" y="4769"/>
                                          <a:pt x="5413" y="4758"/>
                                        </a:cubicBezTo>
                                        <a:cubicBezTo>
                                          <a:pt x="5408" y="4747"/>
                                          <a:pt x="5393" y="4739"/>
                                          <a:pt x="5377" y="4740"/>
                                        </a:cubicBezTo>
                                        <a:cubicBezTo>
                                          <a:pt x="5361" y="4741"/>
                                          <a:pt x="5335" y="4760"/>
                                          <a:pt x="5314" y="4764"/>
                                        </a:cubicBezTo>
                                        <a:cubicBezTo>
                                          <a:pt x="5293" y="4768"/>
                                          <a:pt x="5296" y="4764"/>
                                          <a:pt x="5248" y="4764"/>
                                        </a:cubicBezTo>
                                        <a:cubicBezTo>
                                          <a:pt x="5200" y="4764"/>
                                          <a:pt x="5092" y="4796"/>
                                          <a:pt x="5023" y="4767"/>
                                        </a:cubicBezTo>
                                        <a:cubicBezTo>
                                          <a:pt x="4954" y="4738"/>
                                          <a:pt x="4908" y="4729"/>
                                          <a:pt x="4834" y="4590"/>
                                        </a:cubicBezTo>
                                        <a:cubicBezTo>
                                          <a:pt x="4760" y="4451"/>
                                          <a:pt x="4654" y="4096"/>
                                          <a:pt x="4579" y="3936"/>
                                        </a:cubicBezTo>
                                        <a:cubicBezTo>
                                          <a:pt x="4504" y="3776"/>
                                          <a:pt x="4431" y="3728"/>
                                          <a:pt x="4384" y="3627"/>
                                        </a:cubicBezTo>
                                        <a:cubicBezTo>
                                          <a:pt x="4337" y="3526"/>
                                          <a:pt x="4325" y="3403"/>
                                          <a:pt x="4297" y="3327"/>
                                        </a:cubicBezTo>
                                        <a:cubicBezTo>
                                          <a:pt x="4269" y="3251"/>
                                          <a:pt x="4240" y="3255"/>
                                          <a:pt x="4216" y="3170"/>
                                        </a:cubicBezTo>
                                        <a:cubicBezTo>
                                          <a:pt x="4192" y="3085"/>
                                          <a:pt x="4191" y="2946"/>
                                          <a:pt x="4156" y="2817"/>
                                        </a:cubicBezTo>
                                        <a:cubicBezTo>
                                          <a:pt x="4121" y="2688"/>
                                          <a:pt x="4057" y="2517"/>
                                          <a:pt x="4006" y="2394"/>
                                        </a:cubicBezTo>
                                        <a:cubicBezTo>
                                          <a:pt x="3955" y="2271"/>
                                          <a:pt x="3892" y="2237"/>
                                          <a:pt x="3850" y="2079"/>
                                        </a:cubicBezTo>
                                        <a:cubicBezTo>
                                          <a:pt x="3808" y="1921"/>
                                          <a:pt x="3765" y="1617"/>
                                          <a:pt x="3751" y="1446"/>
                                        </a:cubicBezTo>
                                        <a:cubicBezTo>
                                          <a:pt x="3737" y="1275"/>
                                          <a:pt x="3747" y="1174"/>
                                          <a:pt x="3766" y="1053"/>
                                        </a:cubicBezTo>
                                        <a:cubicBezTo>
                                          <a:pt x="3785" y="932"/>
                                          <a:pt x="3804" y="817"/>
                                          <a:pt x="3866" y="722"/>
                                        </a:cubicBezTo>
                                        <a:cubicBezTo>
                                          <a:pt x="3928" y="627"/>
                                          <a:pt x="3986" y="527"/>
                                          <a:pt x="4136" y="482"/>
                                        </a:cubicBezTo>
                                        <a:cubicBezTo>
                                          <a:pt x="4286" y="437"/>
                                          <a:pt x="4581" y="449"/>
                                          <a:pt x="4766" y="452"/>
                                        </a:cubicBezTo>
                                        <a:cubicBezTo>
                                          <a:pt x="4951" y="455"/>
                                          <a:pt x="5117" y="507"/>
                                          <a:pt x="5246" y="502"/>
                                        </a:cubicBezTo>
                                        <a:cubicBezTo>
                                          <a:pt x="5375" y="497"/>
                                          <a:pt x="5451" y="438"/>
                                          <a:pt x="5542" y="423"/>
                                        </a:cubicBezTo>
                                        <a:cubicBezTo>
                                          <a:pt x="5633" y="408"/>
                                          <a:pt x="5704" y="419"/>
                                          <a:pt x="5794" y="414"/>
                                        </a:cubicBezTo>
                                        <a:cubicBezTo>
                                          <a:pt x="5884" y="409"/>
                                          <a:pt x="6005" y="398"/>
                                          <a:pt x="6082" y="393"/>
                                        </a:cubicBezTo>
                                        <a:cubicBezTo>
                                          <a:pt x="6159" y="388"/>
                                          <a:pt x="6213" y="392"/>
                                          <a:pt x="6259" y="384"/>
                                        </a:cubicBezTo>
                                        <a:cubicBezTo>
                                          <a:pt x="6305" y="376"/>
                                          <a:pt x="6349" y="355"/>
                                          <a:pt x="6361" y="342"/>
                                        </a:cubicBezTo>
                                        <a:cubicBezTo>
                                          <a:pt x="6373" y="329"/>
                                          <a:pt x="6360" y="316"/>
                                          <a:pt x="6331" y="309"/>
                                        </a:cubicBezTo>
                                        <a:cubicBezTo>
                                          <a:pt x="6302" y="302"/>
                                          <a:pt x="6180" y="308"/>
                                          <a:pt x="6187" y="303"/>
                                        </a:cubicBezTo>
                                        <a:cubicBezTo>
                                          <a:pt x="6194" y="298"/>
                                          <a:pt x="6339" y="287"/>
                                          <a:pt x="6376" y="279"/>
                                        </a:cubicBezTo>
                                        <a:cubicBezTo>
                                          <a:pt x="6413" y="271"/>
                                          <a:pt x="6410" y="264"/>
                                          <a:pt x="6412" y="255"/>
                                        </a:cubicBezTo>
                                        <a:cubicBezTo>
                                          <a:pt x="6414" y="246"/>
                                          <a:pt x="6411" y="234"/>
                                          <a:pt x="6388" y="225"/>
                                        </a:cubicBezTo>
                                        <a:cubicBezTo>
                                          <a:pt x="6365" y="216"/>
                                          <a:pt x="6268" y="205"/>
                                          <a:pt x="6274" y="201"/>
                                        </a:cubicBezTo>
                                        <a:cubicBezTo>
                                          <a:pt x="6280" y="197"/>
                                          <a:pt x="6392" y="204"/>
                                          <a:pt x="6424" y="201"/>
                                        </a:cubicBezTo>
                                        <a:cubicBezTo>
                                          <a:pt x="6456" y="198"/>
                                          <a:pt x="6459" y="190"/>
                                          <a:pt x="6466" y="183"/>
                                        </a:cubicBezTo>
                                        <a:cubicBezTo>
                                          <a:pt x="6473" y="176"/>
                                          <a:pt x="6496" y="163"/>
                                          <a:pt x="6466" y="156"/>
                                        </a:cubicBezTo>
                                        <a:cubicBezTo>
                                          <a:pt x="6436" y="149"/>
                                          <a:pt x="6298" y="149"/>
                                          <a:pt x="6286" y="141"/>
                                        </a:cubicBezTo>
                                        <a:cubicBezTo>
                                          <a:pt x="6274" y="133"/>
                                          <a:pt x="6372" y="118"/>
                                          <a:pt x="6391" y="108"/>
                                        </a:cubicBezTo>
                                        <a:cubicBezTo>
                                          <a:pt x="6410" y="98"/>
                                          <a:pt x="6410" y="85"/>
                                          <a:pt x="6400" y="78"/>
                                        </a:cubicBezTo>
                                        <a:cubicBezTo>
                                          <a:pt x="6390" y="71"/>
                                          <a:pt x="6368" y="68"/>
                                          <a:pt x="6328" y="66"/>
                                        </a:cubicBezTo>
                                        <a:cubicBezTo>
                                          <a:pt x="6288" y="64"/>
                                          <a:pt x="6214" y="68"/>
                                          <a:pt x="6160" y="66"/>
                                        </a:cubicBezTo>
                                        <a:cubicBezTo>
                                          <a:pt x="6106" y="64"/>
                                          <a:pt x="6055" y="40"/>
                                          <a:pt x="6001" y="51"/>
                                        </a:cubicBezTo>
                                        <a:cubicBezTo>
                                          <a:pt x="5947" y="62"/>
                                          <a:pt x="5907" y="114"/>
                                          <a:pt x="5836" y="135"/>
                                        </a:cubicBezTo>
                                        <a:cubicBezTo>
                                          <a:pt x="5765" y="156"/>
                                          <a:pt x="5686" y="172"/>
                                          <a:pt x="5575" y="174"/>
                                        </a:cubicBezTo>
                                        <a:cubicBezTo>
                                          <a:pt x="5464" y="176"/>
                                          <a:pt x="5283" y="150"/>
                                          <a:pt x="5167" y="150"/>
                                        </a:cubicBezTo>
                                        <a:cubicBezTo>
                                          <a:pt x="5051" y="150"/>
                                          <a:pt x="4957" y="174"/>
                                          <a:pt x="4879" y="177"/>
                                        </a:cubicBezTo>
                                        <a:cubicBezTo>
                                          <a:pt x="4801" y="180"/>
                                          <a:pt x="4778" y="172"/>
                                          <a:pt x="4699" y="171"/>
                                        </a:cubicBezTo>
                                        <a:cubicBezTo>
                                          <a:pt x="4620" y="170"/>
                                          <a:pt x="4481" y="180"/>
                                          <a:pt x="4405" y="168"/>
                                        </a:cubicBezTo>
                                        <a:cubicBezTo>
                                          <a:pt x="4329" y="156"/>
                                          <a:pt x="4307" y="114"/>
                                          <a:pt x="4240" y="96"/>
                                        </a:cubicBezTo>
                                        <a:cubicBezTo>
                                          <a:pt x="4173" y="78"/>
                                          <a:pt x="4094" y="66"/>
                                          <a:pt x="4000" y="60"/>
                                        </a:cubicBezTo>
                                        <a:cubicBezTo>
                                          <a:pt x="3906" y="54"/>
                                          <a:pt x="3767" y="63"/>
                                          <a:pt x="3676" y="60"/>
                                        </a:cubicBezTo>
                                        <a:cubicBezTo>
                                          <a:pt x="3585" y="57"/>
                                          <a:pt x="3498" y="46"/>
                                          <a:pt x="3451" y="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3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71" y="2565"/>
                                    <a:ext cx="290" cy="132"/>
                                  </a:xfrm>
                                  <a:custGeom>
                                    <a:avLst/>
                                    <a:gdLst>
                                      <a:gd name="T0" fmla="*/ 251 w 290"/>
                                      <a:gd name="T1" fmla="*/ 132 h 132"/>
                                      <a:gd name="T2" fmla="*/ 146 w 290"/>
                                      <a:gd name="T3" fmla="*/ 96 h 132"/>
                                      <a:gd name="T4" fmla="*/ 74 w 290"/>
                                      <a:gd name="T5" fmla="*/ 108 h 132"/>
                                      <a:gd name="T6" fmla="*/ 35 w 290"/>
                                      <a:gd name="T7" fmla="*/ 90 h 132"/>
                                      <a:gd name="T8" fmla="*/ 11 w 290"/>
                                      <a:gd name="T9" fmla="*/ 48 h 132"/>
                                      <a:gd name="T10" fmla="*/ 101 w 290"/>
                                      <a:gd name="T11" fmla="*/ 18 h 132"/>
                                      <a:gd name="T12" fmla="*/ 173 w 290"/>
                                      <a:gd name="T13" fmla="*/ 15 h 132"/>
                                      <a:gd name="T14" fmla="*/ 242 w 290"/>
                                      <a:gd name="T15" fmla="*/ 15 h 132"/>
                                      <a:gd name="T16" fmla="*/ 290 w 290"/>
                                      <a:gd name="T17" fmla="*/ 0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290" h="132">
                                        <a:moveTo>
                                          <a:pt x="251" y="132"/>
                                        </a:moveTo>
                                        <a:cubicBezTo>
                                          <a:pt x="213" y="116"/>
                                          <a:pt x="175" y="100"/>
                                          <a:pt x="146" y="96"/>
                                        </a:cubicBezTo>
                                        <a:cubicBezTo>
                                          <a:pt x="117" y="92"/>
                                          <a:pt x="92" y="109"/>
                                          <a:pt x="74" y="108"/>
                                        </a:cubicBezTo>
                                        <a:cubicBezTo>
                                          <a:pt x="56" y="107"/>
                                          <a:pt x="46" y="100"/>
                                          <a:pt x="35" y="90"/>
                                        </a:cubicBezTo>
                                        <a:cubicBezTo>
                                          <a:pt x="24" y="80"/>
                                          <a:pt x="0" y="60"/>
                                          <a:pt x="11" y="48"/>
                                        </a:cubicBezTo>
                                        <a:cubicBezTo>
                                          <a:pt x="22" y="36"/>
                                          <a:pt x="74" y="23"/>
                                          <a:pt x="101" y="18"/>
                                        </a:cubicBezTo>
                                        <a:cubicBezTo>
                                          <a:pt x="128" y="13"/>
                                          <a:pt x="150" y="15"/>
                                          <a:pt x="173" y="15"/>
                                        </a:cubicBezTo>
                                        <a:cubicBezTo>
                                          <a:pt x="196" y="15"/>
                                          <a:pt x="223" y="17"/>
                                          <a:pt x="242" y="15"/>
                                        </a:cubicBezTo>
                                        <a:cubicBezTo>
                                          <a:pt x="261" y="13"/>
                                          <a:pt x="275" y="6"/>
                                          <a:pt x="29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3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782" y="2553"/>
                                    <a:ext cx="334" cy="139"/>
                                  </a:xfrm>
                                  <a:custGeom>
                                    <a:avLst/>
                                    <a:gdLst>
                                      <a:gd name="T0" fmla="*/ 0 w 334"/>
                                      <a:gd name="T1" fmla="*/ 90 h 139"/>
                                      <a:gd name="T2" fmla="*/ 66 w 334"/>
                                      <a:gd name="T3" fmla="*/ 129 h 139"/>
                                      <a:gd name="T4" fmla="*/ 120 w 334"/>
                                      <a:gd name="T5" fmla="*/ 138 h 139"/>
                                      <a:gd name="T6" fmla="*/ 168 w 334"/>
                                      <a:gd name="T7" fmla="*/ 120 h 139"/>
                                      <a:gd name="T8" fmla="*/ 270 w 334"/>
                                      <a:gd name="T9" fmla="*/ 123 h 139"/>
                                      <a:gd name="T10" fmla="*/ 318 w 334"/>
                                      <a:gd name="T11" fmla="*/ 102 h 139"/>
                                      <a:gd name="T12" fmla="*/ 324 w 334"/>
                                      <a:gd name="T13" fmla="*/ 69 h 139"/>
                                      <a:gd name="T14" fmla="*/ 258 w 334"/>
                                      <a:gd name="T15" fmla="*/ 42 h 139"/>
                                      <a:gd name="T16" fmla="*/ 186 w 334"/>
                                      <a:gd name="T17" fmla="*/ 24 h 139"/>
                                      <a:gd name="T18" fmla="*/ 132 w 334"/>
                                      <a:gd name="T19" fmla="*/ 0 h 1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4" h="139">
                                        <a:moveTo>
                                          <a:pt x="0" y="90"/>
                                        </a:moveTo>
                                        <a:cubicBezTo>
                                          <a:pt x="11" y="96"/>
                                          <a:pt x="46" y="121"/>
                                          <a:pt x="66" y="129"/>
                                        </a:cubicBezTo>
                                        <a:cubicBezTo>
                                          <a:pt x="86" y="137"/>
                                          <a:pt x="103" y="139"/>
                                          <a:pt x="120" y="138"/>
                                        </a:cubicBezTo>
                                        <a:cubicBezTo>
                                          <a:pt x="137" y="137"/>
                                          <a:pt x="143" y="122"/>
                                          <a:pt x="168" y="120"/>
                                        </a:cubicBezTo>
                                        <a:cubicBezTo>
                                          <a:pt x="193" y="118"/>
                                          <a:pt x="245" y="126"/>
                                          <a:pt x="270" y="123"/>
                                        </a:cubicBezTo>
                                        <a:cubicBezTo>
                                          <a:pt x="295" y="120"/>
                                          <a:pt x="309" y="111"/>
                                          <a:pt x="318" y="102"/>
                                        </a:cubicBezTo>
                                        <a:cubicBezTo>
                                          <a:pt x="327" y="93"/>
                                          <a:pt x="334" y="79"/>
                                          <a:pt x="324" y="69"/>
                                        </a:cubicBezTo>
                                        <a:cubicBezTo>
                                          <a:pt x="314" y="59"/>
                                          <a:pt x="281" y="49"/>
                                          <a:pt x="258" y="42"/>
                                        </a:cubicBezTo>
                                        <a:cubicBezTo>
                                          <a:pt x="235" y="35"/>
                                          <a:pt x="207" y="31"/>
                                          <a:pt x="186" y="24"/>
                                        </a:cubicBezTo>
                                        <a:cubicBezTo>
                                          <a:pt x="165" y="17"/>
                                          <a:pt x="147" y="9"/>
                                          <a:pt x="13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Freeform 3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4" y="1564"/>
                                    <a:ext cx="674" cy="1022"/>
                                  </a:xfrm>
                                  <a:custGeom>
                                    <a:avLst/>
                                    <a:gdLst>
                                      <a:gd name="T0" fmla="*/ 171 w 674"/>
                                      <a:gd name="T1" fmla="*/ 971 h 1022"/>
                                      <a:gd name="T2" fmla="*/ 99 w 674"/>
                                      <a:gd name="T3" fmla="*/ 791 h 1022"/>
                                      <a:gd name="T4" fmla="*/ 84 w 674"/>
                                      <a:gd name="T5" fmla="*/ 641 h 1022"/>
                                      <a:gd name="T6" fmla="*/ 54 w 674"/>
                                      <a:gd name="T7" fmla="*/ 491 h 1022"/>
                                      <a:gd name="T8" fmla="*/ 15 w 674"/>
                                      <a:gd name="T9" fmla="*/ 392 h 1022"/>
                                      <a:gd name="T10" fmla="*/ 15 w 674"/>
                                      <a:gd name="T11" fmla="*/ 227 h 1022"/>
                                      <a:gd name="T12" fmla="*/ 108 w 674"/>
                                      <a:gd name="T13" fmla="*/ 62 h 1022"/>
                                      <a:gd name="T14" fmla="*/ 297 w 674"/>
                                      <a:gd name="T15" fmla="*/ 8 h 1022"/>
                                      <a:gd name="T16" fmla="*/ 540 w 674"/>
                                      <a:gd name="T17" fmla="*/ 29 h 1022"/>
                                      <a:gd name="T18" fmla="*/ 660 w 674"/>
                                      <a:gd name="T19" fmla="*/ 182 h 1022"/>
                                      <a:gd name="T20" fmla="*/ 627 w 674"/>
                                      <a:gd name="T21" fmla="*/ 437 h 1022"/>
                                      <a:gd name="T22" fmla="*/ 609 w 674"/>
                                      <a:gd name="T23" fmla="*/ 536 h 1022"/>
                                      <a:gd name="T24" fmla="*/ 543 w 674"/>
                                      <a:gd name="T25" fmla="*/ 662 h 1022"/>
                                      <a:gd name="T26" fmla="*/ 528 w 674"/>
                                      <a:gd name="T27" fmla="*/ 794 h 1022"/>
                                      <a:gd name="T28" fmla="*/ 525 w 674"/>
                                      <a:gd name="T29" fmla="*/ 1022 h 102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674" h="1022">
                                        <a:moveTo>
                                          <a:pt x="171" y="971"/>
                                        </a:moveTo>
                                        <a:cubicBezTo>
                                          <a:pt x="157" y="941"/>
                                          <a:pt x="113" y="846"/>
                                          <a:pt x="99" y="791"/>
                                        </a:cubicBezTo>
                                        <a:cubicBezTo>
                                          <a:pt x="85" y="736"/>
                                          <a:pt x="91" y="691"/>
                                          <a:pt x="84" y="641"/>
                                        </a:cubicBezTo>
                                        <a:cubicBezTo>
                                          <a:pt x="77" y="591"/>
                                          <a:pt x="65" y="532"/>
                                          <a:pt x="54" y="491"/>
                                        </a:cubicBezTo>
                                        <a:cubicBezTo>
                                          <a:pt x="43" y="450"/>
                                          <a:pt x="21" y="436"/>
                                          <a:pt x="15" y="392"/>
                                        </a:cubicBezTo>
                                        <a:cubicBezTo>
                                          <a:pt x="9" y="348"/>
                                          <a:pt x="0" y="282"/>
                                          <a:pt x="15" y="227"/>
                                        </a:cubicBezTo>
                                        <a:cubicBezTo>
                                          <a:pt x="30" y="172"/>
                                          <a:pt x="61" y="98"/>
                                          <a:pt x="108" y="62"/>
                                        </a:cubicBezTo>
                                        <a:cubicBezTo>
                                          <a:pt x="155" y="26"/>
                                          <a:pt x="225" y="13"/>
                                          <a:pt x="297" y="8"/>
                                        </a:cubicBezTo>
                                        <a:cubicBezTo>
                                          <a:pt x="369" y="3"/>
                                          <a:pt x="480" y="0"/>
                                          <a:pt x="540" y="29"/>
                                        </a:cubicBezTo>
                                        <a:cubicBezTo>
                                          <a:pt x="600" y="58"/>
                                          <a:pt x="646" y="114"/>
                                          <a:pt x="660" y="182"/>
                                        </a:cubicBezTo>
                                        <a:cubicBezTo>
                                          <a:pt x="674" y="250"/>
                                          <a:pt x="635" y="378"/>
                                          <a:pt x="627" y="437"/>
                                        </a:cubicBezTo>
                                        <a:cubicBezTo>
                                          <a:pt x="619" y="496"/>
                                          <a:pt x="623" y="499"/>
                                          <a:pt x="609" y="536"/>
                                        </a:cubicBezTo>
                                        <a:cubicBezTo>
                                          <a:pt x="595" y="573"/>
                                          <a:pt x="556" y="619"/>
                                          <a:pt x="543" y="662"/>
                                        </a:cubicBezTo>
                                        <a:cubicBezTo>
                                          <a:pt x="530" y="705"/>
                                          <a:pt x="531" y="734"/>
                                          <a:pt x="528" y="794"/>
                                        </a:cubicBezTo>
                                        <a:cubicBezTo>
                                          <a:pt x="525" y="854"/>
                                          <a:pt x="525" y="938"/>
                                          <a:pt x="525" y="102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Freeform 3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36" y="2127"/>
                                    <a:ext cx="417" cy="207"/>
                                  </a:xfrm>
                                  <a:custGeom>
                                    <a:avLst/>
                                    <a:gdLst>
                                      <a:gd name="T0" fmla="*/ 0 w 417"/>
                                      <a:gd name="T1" fmla="*/ 30 h 207"/>
                                      <a:gd name="T2" fmla="*/ 63 w 417"/>
                                      <a:gd name="T3" fmla="*/ 156 h 207"/>
                                      <a:gd name="T4" fmla="*/ 150 w 417"/>
                                      <a:gd name="T5" fmla="*/ 201 h 207"/>
                                      <a:gd name="T6" fmla="*/ 237 w 417"/>
                                      <a:gd name="T7" fmla="*/ 195 h 207"/>
                                      <a:gd name="T8" fmla="*/ 273 w 417"/>
                                      <a:gd name="T9" fmla="*/ 195 h 207"/>
                                      <a:gd name="T10" fmla="*/ 330 w 417"/>
                                      <a:gd name="T11" fmla="*/ 162 h 207"/>
                                      <a:gd name="T12" fmla="*/ 417 w 417"/>
                                      <a:gd name="T13" fmla="*/ 0 h 20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17" h="207">
                                        <a:moveTo>
                                          <a:pt x="0" y="30"/>
                                        </a:moveTo>
                                        <a:cubicBezTo>
                                          <a:pt x="19" y="78"/>
                                          <a:pt x="38" y="127"/>
                                          <a:pt x="63" y="156"/>
                                        </a:cubicBezTo>
                                        <a:cubicBezTo>
                                          <a:pt x="88" y="185"/>
                                          <a:pt x="121" y="195"/>
                                          <a:pt x="150" y="201"/>
                                        </a:cubicBezTo>
                                        <a:cubicBezTo>
                                          <a:pt x="179" y="207"/>
                                          <a:pt x="217" y="196"/>
                                          <a:pt x="237" y="195"/>
                                        </a:cubicBezTo>
                                        <a:cubicBezTo>
                                          <a:pt x="257" y="194"/>
                                          <a:pt x="258" y="200"/>
                                          <a:pt x="273" y="195"/>
                                        </a:cubicBezTo>
                                        <a:cubicBezTo>
                                          <a:pt x="288" y="190"/>
                                          <a:pt x="306" y="195"/>
                                          <a:pt x="330" y="162"/>
                                        </a:cubicBezTo>
                                        <a:cubicBezTo>
                                          <a:pt x="354" y="129"/>
                                          <a:pt x="385" y="64"/>
                                          <a:pt x="417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0" name="Freeform 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0" y="9865"/>
                                  <a:ext cx="390" cy="413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5 h 413"/>
                                    <a:gd name="T2" fmla="*/ 23 w 390"/>
                                    <a:gd name="T3" fmla="*/ 375 h 413"/>
                                    <a:gd name="T4" fmla="*/ 375 w 390"/>
                                    <a:gd name="T5" fmla="*/ 413 h 413"/>
                                    <a:gd name="T6" fmla="*/ 390 w 390"/>
                                    <a:gd name="T7" fmla="*/ 0 h 413"/>
                                    <a:gd name="T8" fmla="*/ 0 w 390"/>
                                    <a:gd name="T9" fmla="*/ 45 h 4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0" h="413">
                                      <a:moveTo>
                                        <a:pt x="0" y="45"/>
                                      </a:moveTo>
                                      <a:lnTo>
                                        <a:pt x="23" y="375"/>
                                      </a:lnTo>
                                      <a:lnTo>
                                        <a:pt x="375" y="413"/>
                                      </a:lnTo>
                                      <a:lnTo>
                                        <a:pt x="390" y="0"/>
                                      </a:lnTo>
                                      <a:lnTo>
                                        <a:pt x="0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0" y="9880"/>
                                  <a:ext cx="360" cy="390"/>
                                </a:xfrm>
                                <a:custGeom>
                                  <a:avLst/>
                                  <a:gdLst>
                                    <a:gd name="T0" fmla="*/ 360 w 360"/>
                                    <a:gd name="T1" fmla="*/ 390 h 390"/>
                                    <a:gd name="T2" fmla="*/ 353 w 360"/>
                                    <a:gd name="T3" fmla="*/ 30 h 390"/>
                                    <a:gd name="T4" fmla="*/ 0 w 360"/>
                                    <a:gd name="T5" fmla="*/ 0 h 390"/>
                                    <a:gd name="T6" fmla="*/ 23 w 360"/>
                                    <a:gd name="T7" fmla="*/ 383 h 390"/>
                                    <a:gd name="T8" fmla="*/ 360 w 360"/>
                                    <a:gd name="T9" fmla="*/ 39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0" h="390">
                                      <a:moveTo>
                                        <a:pt x="360" y="390"/>
                                      </a:moveTo>
                                      <a:lnTo>
                                        <a:pt x="353" y="3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3" y="383"/>
                                      </a:lnTo>
                                      <a:lnTo>
                                        <a:pt x="360" y="3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10" y="14080"/>
                                  <a:ext cx="383" cy="383"/>
                                </a:xfrm>
                                <a:custGeom>
                                  <a:avLst/>
                                  <a:gdLst>
                                    <a:gd name="T0" fmla="*/ 0 w 383"/>
                                    <a:gd name="T1" fmla="*/ 270 h 383"/>
                                    <a:gd name="T2" fmla="*/ 285 w 383"/>
                                    <a:gd name="T3" fmla="*/ 383 h 383"/>
                                    <a:gd name="T4" fmla="*/ 383 w 383"/>
                                    <a:gd name="T5" fmla="*/ 128 h 383"/>
                                    <a:gd name="T6" fmla="*/ 60 w 383"/>
                                    <a:gd name="T7" fmla="*/ 0 h 383"/>
                                    <a:gd name="T8" fmla="*/ 0 w 383"/>
                                    <a:gd name="T9" fmla="*/ 270 h 3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3" h="383">
                                      <a:moveTo>
                                        <a:pt x="0" y="270"/>
                                      </a:moveTo>
                                      <a:lnTo>
                                        <a:pt x="285" y="383"/>
                                      </a:lnTo>
                                      <a:lnTo>
                                        <a:pt x="383" y="128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0" y="2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85" y="14163"/>
                                  <a:ext cx="480" cy="405"/>
                                </a:xfrm>
                                <a:custGeom>
                                  <a:avLst/>
                                  <a:gdLst>
                                    <a:gd name="T0" fmla="*/ 180 w 480"/>
                                    <a:gd name="T1" fmla="*/ 405 h 405"/>
                                    <a:gd name="T2" fmla="*/ 480 w 480"/>
                                    <a:gd name="T3" fmla="*/ 270 h 405"/>
                                    <a:gd name="T4" fmla="*/ 375 w 480"/>
                                    <a:gd name="T5" fmla="*/ 0 h 405"/>
                                    <a:gd name="T6" fmla="*/ 0 w 480"/>
                                    <a:gd name="T7" fmla="*/ 150 h 405"/>
                                    <a:gd name="T8" fmla="*/ 180 w 480"/>
                                    <a:gd name="T9" fmla="*/ 405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80" h="405">
                                      <a:moveTo>
                                        <a:pt x="180" y="405"/>
                                      </a:moveTo>
                                      <a:lnTo>
                                        <a:pt x="480" y="27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150"/>
                                      </a:lnTo>
                                      <a:lnTo>
                                        <a:pt x="180" y="40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B4072A" id="Group 335" o:spid="_x0000_s1026" style="position:absolute;margin-left:25pt;margin-top:301.95pt;width:62pt;height:57.8pt;z-index:251648512" coordorigin="1856,8849" coordsize="6496,6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">
                      <v:group id="Group 336" o:spid="_x0000_s1027" style="position:absolute;left:1856;top:8849;width:6496;height:6057" coordorigin="1844,1564" coordsize="6496,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shape id="Freeform 337" o:spid="_x0000_s1028" style="position:absolute;left:1844;top:2478;width:6496;height:5143;visibility:visible;mso-wrap-style:square;v-text-anchor:top" coordsize="6496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" path="m2986,12v-50,9,-190,26,-300,38c2576,62,2418,71,2326,87v-92,16,-135,49,-195,60c2071,158,2041,144,1966,155v-75,11,-214,59,-285,60c1610,216,1613,173,1539,162v-74,-11,-199,-15,-300,-15c1138,147,1031,161,931,162v-100,1,-228,5,-292,-7c575,143,589,104,549,87,509,70,439,64,399,50,359,36,354,10,309,5,264,,153,9,129,20v-24,11,9,43,37,52c194,81,289,68,301,75v12,7,-19,33,-60,42c200,126,94,124,54,132,14,140,2,151,1,162v-1,11,18,30,45,38c73,208,130,206,163,210v33,4,102,13,81,15c223,227,77,216,39,222,1,228,13,249,16,260v3,11,22,23,42,28c78,293,112,288,139,288v27,,82,-1,81,3c219,295,147,299,133,312v-14,13,-32,50,,57c165,376,262,353,324,357v62,4,124,34,180,38c560,399,587,379,661,380v74,1,201,8,285,22c1030,416,1068,451,1164,462v96,11,284,10,360,8c1600,468,1541,452,1621,447v80,-5,286,-14,383,-7c2101,447,2130,481,2206,492v76,11,198,-15,255,15c2518,537,2525,621,2551,672v26,51,49,77,68,143c2638,881,2649,993,2664,1070v15,77,42,122,46,211c2714,1370,2714,1476,2686,1602v-28,126,-90,312,-142,435c2492,2160,2432,2198,2371,2337v-61,139,-139,388,-195,533c2120,3015,2129,3048,2034,3207v-95,159,-317,373,-428,615c1495,4064,1439,4505,1366,4662v-73,157,-162,74,-201,105c1126,4798,1129,4830,1129,4845v,15,16,19,33,15c1179,4856,1230,4815,1234,4818v4,3,-44,48,-45,60c1188,4890,1212,4898,1228,4893v16,-5,57,-49,60,-45c1291,4852,1246,4902,1246,4914v,12,29,11,45,6c1307,4915,1344,4877,1345,4881v1,4,-46,51,-48,63c1295,4956,1315,4959,1333,4956v18,-3,66,-33,72,-30c1411,4929,1360,4956,1369,4974v9,18,62,66,93,60c1493,5028,1540,4966,1554,4940v14,-26,-15,-33,-8,-60c1553,4853,1585,4826,1599,4775v14,-51,-2,-124,30,-203c1661,4493,1732,4393,1794,4302v62,-91,156,-182,210,-277c2058,3930,2078,3810,2116,3732v38,-78,73,-125,114,-177c2271,3503,2306,3494,2364,3417v58,-77,160,-241,217,-327c2638,3004,2644,2977,2707,2898v63,-79,169,-190,255,-282c3048,2524,3153,2333,3226,2345v73,12,126,252,177,343c3454,2779,3474,2816,3529,2892v55,76,131,134,201,249c3800,3256,3881,3416,3949,3579v68,163,137,423,192,543c4196,4242,4213,4212,4279,4299v66,87,195,260,258,348c4600,4735,4624,4754,4657,4827v33,73,57,203,81,255c4762,5134,4777,5135,4804,5139v27,4,66,-14,96,-33c4930,5087,4942,5043,4987,5022v45,-21,127,-19,180,-42c5220,4957,5278,4908,5308,4884v30,-24,25,-32,42,-45c5367,4826,5400,4822,5410,4809v10,-13,8,-40,3,-51c5408,4747,5393,4739,5377,4740v-16,1,-42,20,-63,24c5293,4768,5296,4764,5248,4764v-48,,-156,32,-225,3c4954,4738,4908,4729,4834,4590v-74,-139,-180,-494,-255,-654c4504,3776,4431,3728,4384,3627v-47,-101,-59,-224,-87,-300c4269,3251,4240,3255,4216,3170v-24,-85,-25,-224,-60,-353c4121,2688,4057,2517,4006,2394v-51,-123,-114,-157,-156,-315c3808,1921,3765,1617,3751,1446v-14,-171,-4,-272,15,-393c3785,932,3804,817,3866,722v62,-95,120,-195,270,-240c4286,437,4581,449,4766,452v185,3,351,55,480,50c5375,497,5451,438,5542,423v91,-15,162,-4,252,-9c5884,409,6005,398,6082,393v77,-5,131,-1,177,-9c6305,376,6349,355,6361,342v12,-13,-1,-26,-30,-33c6302,302,6180,308,6187,303v7,-5,152,-16,189,-24c6413,271,6410,264,6412,255v2,-9,-1,-21,-24,-30c6365,216,6268,205,6274,201v6,-4,118,3,150,c6456,198,6459,190,6466,183v7,-7,30,-20,,-27c6436,149,6298,149,6286,141v-12,-8,86,-23,105,-33c6410,98,6410,85,6400,78v-10,-7,-32,-10,-72,-12c6288,64,6214,68,6160,66,6106,64,6055,40,6001,51v-54,11,-94,63,-165,84c5765,156,5686,172,5575,174v-111,2,-292,-24,-408,-24c5051,150,4957,174,4879,177v-78,3,-101,-5,-180,-6c4620,170,4481,180,4405,168v-76,-12,-98,-54,-165,-72c4173,78,4094,66,4000,60v-94,-6,-233,3,-324,c3585,57,3498,46,3451,42e" fillcolor="#eaeaea" strokecolor="gray">
                          <v:path arrowok="t" o:connecttype="custom" o:connectlocs="2326,87;1681,215;931,162;399,50;166,72;54,132;163,210;16,260;220,291;324,357;946,402;1621,447;2461,507;2664,1070;2544,2037;2034,3207;1165,4767;1234,4818;1288,4848;1345,4881;1405,4926;1554,4940;1629,4572;2116,3732;2581,3090;3226,2345;3730,3141;4279,4299;4738,5082;4987,5022;5350,4839;5377,4740;5023,4767;4384,3627;4156,2817;3751,1446;4136,482;5542,423;6259,384;6187,303;6388,225;6466,183;6391,108;6160,66;5575,174;4699,171;4000,60" o:connectangles="0,0,0,0,0,0,0,0,0,0,0,0,0,0,0,0,0,0,0,0,0,0,0,0,0,0,0,0,0,0,0,0,0,0,0,0,0,0,0,0,0,0,0,0,0,0,0"/>
                        </v:shape>
                        <v:shape id="Freeform 338" o:spid="_x0000_s1029" style="position:absolute;left:2071;top:2565;width:290;height:132;visibility:visible;mso-wrap-style:square;v-text-anchor:top" coordsize="29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" path="m251,132c213,116,175,100,146,96,117,92,92,109,74,108,56,107,46,100,35,90,24,80,,60,11,48,22,36,74,23,101,18v27,-5,49,-3,72,-3c196,15,223,17,242,15,261,13,275,6,290,e" fillcolor="#ddd" strokecolor="gray">
                          <v:path arrowok="t" o:connecttype="custom" o:connectlocs="251,132;146,96;74,108;35,90;11,48;101,18;173,15;242,15;290,0" o:connectangles="0,0,0,0,0,0,0,0,0"/>
                        </v:shape>
                        <v:shape id="Freeform 339" o:spid="_x0000_s1030" style="position:absolute;left:7782;top:2553;width:334;height:139;visibility:visible;mso-wrap-style:square;v-text-anchor:top" coordsize="334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" path="m,90v11,6,46,31,66,39c86,137,103,139,120,138v17,-1,23,-16,48,-18c193,118,245,126,270,123v25,-3,39,-12,48,-21c327,93,334,79,324,69,314,59,281,49,258,42,235,35,207,31,186,24,165,17,147,9,132,e" fillcolor="#ddd" strokecolor="gray">
                          <v:path arrowok="t" o:connecttype="custom" o:connectlocs="0,90;66,129;120,138;168,120;270,123;318,102;324,69;258,42;186,24;132,0" o:connectangles="0,0,0,0,0,0,0,0,0,0"/>
                        </v:shape>
                        <v:shape id="Freeform 340" o:spid="_x0000_s1031" style="position:absolute;left:4704;top:1564;width:674;height:1022;visibility:visible;mso-wrap-style:square;v-text-anchor:top" coordsize="674,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" path="m171,971c157,941,113,846,99,791,85,736,91,691,84,641,77,591,65,532,54,491,43,450,21,436,15,392,9,348,,282,15,227,30,172,61,98,108,62,155,26,225,13,297,8,369,3,480,,540,29v60,29,106,85,120,153c674,250,635,378,627,437v-8,59,-4,62,-18,99c595,573,556,619,543,662v-13,43,-12,72,-15,132c525,854,525,938,525,1022e" fillcolor="#eaeaea" strokecolor="gray">
                          <v:path arrowok="t" o:connecttype="custom" o:connectlocs="171,971;99,791;84,641;54,491;15,392;15,227;108,62;297,8;540,29;660,182;627,437;609,536;543,662;528,794;525,1022" o:connectangles="0,0,0,0,0,0,0,0,0,0,0,0,0,0,0"/>
                        </v:shape>
                        <v:shape id="Freeform 341" o:spid="_x0000_s1032" style="position:absolute;left:4836;top:2127;width:417;height:207;visibility:visible;mso-wrap-style:square;v-text-anchor:top" coordsize="417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" path="m,30v19,48,38,97,63,126c88,185,121,195,150,201v29,6,67,-5,87,-6c257,194,258,200,273,195v15,-5,33,,57,-33c354,129,385,64,417,e" fillcolor="#eaeaea" strokecolor="gray">
                          <v:path arrowok="t" o:connecttype="custom" o:connectlocs="0,30;63,156;150,201;237,195;273,195;330,162;417,0" o:connectangles="0,0,0,0,0,0,0"/>
                        </v:shape>
                      </v:group>
                      <v:shape id="Freeform 342" o:spid="_x0000_s1033" style="position:absolute;left:3660;top:9865;width:390;height:413;visibility:visible;mso-wrap-style:square;v-text-anchor:top" coordsize="39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" path="m,45l23,375r352,38l390,,,45xe" fillcolor="navy">
                        <v:path arrowok="t" o:connecttype="custom" o:connectlocs="0,45;23,375;375,413;390,0;0,45" o:connectangles="0,0,0,0,0"/>
                      </v:shape>
                      <v:shape id="Freeform 343" o:spid="_x0000_s1034" style="position:absolute;left:6390;top:9880;width:360;height:390;visibility:visible;mso-wrap-style:square;v-text-anchor:top" coordsize="360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" path="m360,390l353,30,,,23,383r337,7xe" fillcolor="navy">
                        <v:path arrowok="t" o:connecttype="custom" o:connectlocs="360,390;353,30;0,0;23,383;360,390" o:connectangles="0,0,0,0,0"/>
                      </v:shape>
                      <v:shape id="Freeform 344" o:spid="_x0000_s1035" style="position:absolute;left:3210;top:14080;width:383;height:383;visibility:visible;mso-wrap-style:square;v-text-anchor:top" coordsize="383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" path="m,270l285,383,383,128,60,,,270xe" fillcolor="navy">
                        <v:path arrowok="t" o:connecttype="custom" o:connectlocs="0,270;285,383;383,128;60,0;0,270" o:connectangles="0,0,0,0,0"/>
                      </v:shape>
                      <v:shape id="Freeform 345" o:spid="_x0000_s1036" style="position:absolute;left:6285;top:14163;width:480;height:405;visibility:visible;mso-wrap-style:square;v-text-anchor:top" coordsize="480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" path="m180,405l480,270,375,,,150,180,405xe" fillcolor="navy">
                        <v:path arrowok="t" o:connecttype="custom" o:connectlocs="180,405;480,270;375,0;0,150;180,405" o:connectangles="0,0,0,0,0"/>
                      </v:shape>
                    </v:group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4631055</wp:posOffset>
                      </wp:positionV>
                      <wp:extent cx="675005" cy="236220"/>
                      <wp:effectExtent l="635" t="3810" r="635" b="0"/>
                      <wp:wrapNone/>
                      <wp:docPr id="9" name="Text Box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D70407" w:rsidRDefault="00E21820" w:rsidP="004C374F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ABI = </w:t>
                                  </w:r>
                                  <w:proofErr w:type="gramStart"/>
                                  <w:r w:rsidR="00CF47C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n/a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" o:spid="_x0000_s1044" type="#_x0000_t202" style="position:absolute;left:0;text-align:left;margin-left:-2.65pt;margin-top:364.65pt;width:53.15pt;height:18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" fillcolor="#eaeaea" stroked="f" strokeweight=".25pt">
                      <v:stroke dashstyle="1 1" endcap="round"/>
                      <v:textbox>
                        <w:txbxContent>
                          <w:p w:rsidR="00E21820" w:rsidRPr="00D70407" w:rsidRDefault="00E21820" w:rsidP="004C374F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ABI = </w:t>
                            </w:r>
                            <w:proofErr w:type="gramStart"/>
                            <w:r w:rsidR="00CF47C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n/a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4629785</wp:posOffset>
                      </wp:positionV>
                      <wp:extent cx="675005" cy="236220"/>
                      <wp:effectExtent l="0" t="2540" r="3175" b="0"/>
                      <wp:wrapNone/>
                      <wp:docPr id="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D70407" w:rsidRDefault="00E21820" w:rsidP="004C374F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ABI = </w:t>
                                  </w:r>
                                  <w:r w:rsidR="00CF47C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1.0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45" type="#_x0000_t202" style="position:absolute;left:0;text-align:left;margin-left:60.15pt;margin-top:364.55pt;width:53.15pt;height:1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" fillcolor="#eaeaea" stroked="f" strokeweight=".25pt">
                      <v:stroke dashstyle="1 1" endcap="round"/>
                      <v:textbox>
                        <w:txbxContent>
                          <w:p w:rsidR="00E21820" w:rsidRPr="00D70407" w:rsidRDefault="00E21820" w:rsidP="004C374F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ABI = </w:t>
                            </w:r>
                            <w:r w:rsidR="00CF47C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1.0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72033" w:rsidRPr="006015A1" w:rsidTr="006015A1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72033" w:rsidRPr="006015A1" w:rsidRDefault="00421855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34925</wp:posOffset>
                      </wp:positionV>
                      <wp:extent cx="395605" cy="61595"/>
                      <wp:effectExtent l="5715" t="7620" r="8255" b="16510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93400" id="Freeform 89" o:spid="_x0000_s1026" style="position:absolute;margin-left:63pt;margin-top:2.7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2033" w:rsidRPr="006015A1" w:rsidRDefault="00421855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2494915</wp:posOffset>
                      </wp:positionH>
                      <wp:positionV relativeFrom="paragraph">
                        <wp:posOffset>24765</wp:posOffset>
                      </wp:positionV>
                      <wp:extent cx="395605" cy="61595"/>
                      <wp:effectExtent l="12065" t="6985" r="11430" b="17145"/>
                      <wp:wrapNone/>
                      <wp:docPr id="6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6516B" id="Freeform 91" o:spid="_x0000_s1026" style="position:absolute;margin-left:196.45pt;margin-top:1.9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RG0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1715135</wp:posOffset>
                      </wp:positionH>
                      <wp:positionV relativeFrom="paragraph">
                        <wp:posOffset>24765</wp:posOffset>
                      </wp:positionV>
                      <wp:extent cx="395605" cy="61595"/>
                      <wp:effectExtent l="13335" t="6985" r="10160" b="17145"/>
                      <wp:wrapNone/>
                      <wp:docPr id="5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44604" id="Freeform 90" o:spid="_x0000_s1026" style="position:absolute;margin-left:135.05pt;margin-top:1.9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lYjw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18415</wp:posOffset>
                      </wp:positionV>
                      <wp:extent cx="395605" cy="61595"/>
                      <wp:effectExtent l="6350" t="10160" r="7620" b="13970"/>
                      <wp:wrapNone/>
                      <wp:docPr id="4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D2761" id="Freeform 88" o:spid="_x0000_s1026" alt="Granite" style="position:absolute;margin-left:49.75pt;margin-top:1.4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2tA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V63e+3QAAAAcBAAAPAAAAZHJzL2Rv&#10;d25yZXYueG1sTI9BT4NAEIXvTfwPmzHx1i6QiIAsjbExmnpqbTwv7AhEdpaw2xb99Z2e9PYm7+W9&#10;b8r1bAdxwsn3jhTEqwgEUuNMT62Cw8fLMgPhgyajB0eo4Ac9rKubRakL4860w9M+tIJLyBdaQRfC&#10;WEjpmw6t9is3IrH35SarA59TK82kz1xuB5lEUSqt7okXOj3ic4fN9/5oFbh5995uXg+1jx+ykL1t&#10;7Db+/VTq7nZ+egQRcA5/YbjiMzpUzFS7IxkvBgV5fs9JBUkO4mqnMX9Ss0hSkFUp//NXFwA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CI9rQC+QQAAGMNAAAOAAAAAAAAAAAAAAAAADwCAABkcnMv&#10;ZTJvRG9jLnhtbFBLAQItABQABgAIAAAAIQBYYLMbugAAACIBAAAZAAAAAAAAAAAAAAAAAGEHAABk&#10;cnMvX3JlbHMvZTJvRG9jLnhtbC5yZWxzUEsBAi0AFAAGAAgAAAAhAJXrd77dAAAABw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3733800</wp:posOffset>
                      </wp:positionH>
                      <wp:positionV relativeFrom="paragraph">
                        <wp:posOffset>15240</wp:posOffset>
                      </wp:positionV>
                      <wp:extent cx="335280" cy="62865"/>
                      <wp:effectExtent l="12700" t="16510" r="33020" b="6350"/>
                      <wp:wrapNone/>
                      <wp:docPr id="3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51335" id="Freeform 92" o:spid="_x0000_s1026" style="position:absolute;margin-left:294pt;margin-top:1.2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Zs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CUcdaWKIHybkxHG2psWfo1Q5QX/sv0ghU/WeRf1MwEL0YMQ8KMGg//CEKoGFH&#10;Lawl51K25p8gFp2t808X5/lZoxx+TJI13cD65DCU0k26NjNHbDf+Nz8q/RsXloedPivt1q2AO+t6&#10;4WN/BI6ybWAJ30YoRgMCWr/GFwgJIBuCKrQhryE0gADDNA8YdplqhmcVQFYbOs2zDkDpajKeNIAk&#10;WzLNcxuAIOYpXbAZLyEn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572033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421855" w:rsidP="006015A1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ABPI performed and reported in full separately.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421855" w:rsidP="00421855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Diffuse calcific atheroma (&lt;50%), with no significant stenosis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421855" w:rsidP="00421855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 atheroma (&lt;50%), with no significant stenosis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42185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421855" w:rsidP="00421855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diffuse calcification throughout. Mild calcific atheroma distally (&lt;50%). No significant stenosis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421855" w:rsidP="00421855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50-74% focal calcific stenosis in the mid Popliteal artery. Diffuse calcific atheroma distally.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Default="0042185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3 vessel run off seen to cross the ankle. 50-74% proximal ATA stenosis. Diffuse calcification throughout. </w:t>
            </w:r>
          </w:p>
          <w:p w:rsidR="00421855" w:rsidRPr="006015A1" w:rsidRDefault="0042185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784424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42185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C56EDD" w:rsidRDefault="0042185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2521585</wp:posOffset>
                </wp:positionV>
                <wp:extent cx="306070" cy="152400"/>
                <wp:effectExtent l="0" t="3175" r="8255" b="6350"/>
                <wp:wrapNone/>
                <wp:docPr id="2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152400"/>
                        </a:xfrm>
                        <a:prstGeom prst="rect">
                          <a:avLst/>
                        </a:prstGeom>
                        <a:solidFill>
                          <a:srgbClr val="3366FF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3366F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E3B" w:rsidRPr="004E4B01" w:rsidRDefault="00421855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B132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5" o:spid="_x0000_s1046" type="#_x0000_t202" style="position:absolute;margin-left:-13.2pt;margin-top:198.5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u3nwIAAFM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" fillcolor="#36f" stroked="f" strokecolor="#36f" strokeweight=".25pt">
                <v:fill opacity="13107f"/>
                <v:stroke dashstyle="1 1"/>
                <v:textbox inset=".5mm,.5mm,.5mm,.5mm">
                  <w:txbxContent>
                    <w:p w:rsidR="00016E3B" w:rsidRPr="004E4B01" w:rsidRDefault="00421855" w:rsidP="00016E3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B132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4581" w:rsidRPr="00C56EDD" w:rsidSect="003F7FA3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855" w:rsidRDefault="00421855">
      <w:r>
        <w:separator/>
      </w:r>
    </w:p>
  </w:endnote>
  <w:endnote w:type="continuationSeparator" w:id="0">
    <w:p w:rsidR="00421855" w:rsidRDefault="0042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855" w:rsidRDefault="00421855">
      <w:r>
        <w:separator/>
      </w:r>
    </w:p>
  </w:footnote>
  <w:footnote w:type="continuationSeparator" w:id="0">
    <w:p w:rsidR="00421855" w:rsidRDefault="00421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42185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855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2F40CD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1855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47C6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C2112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4694E392"/>
  <w15:chartTrackingRefBased/>
  <w15:docId w15:val="{431D2C12-D2A1-4070-A83D-A6F962E3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CF47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F47C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Arterial%20L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135F2-ABB4-4E1E-9BC3-542FFD101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Arterial Lt LEA</Template>
  <TotalTime>1</TotalTime>
  <Pages>1</Pages>
  <Words>140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3</cp:revision>
  <cp:lastPrinted>2020-07-03T11:14:00Z</cp:lastPrinted>
  <dcterms:created xsi:type="dcterms:W3CDTF">2020-08-12T08:12:00Z</dcterms:created>
  <dcterms:modified xsi:type="dcterms:W3CDTF">2020-08-12T08:12:00Z</dcterms:modified>
  <cp:category>Patient Report</cp:category>
</cp:coreProperties>
</file>